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5C273" w14:textId="5204B660" w:rsidR="00C30254" w:rsidRDefault="00EF7964" w:rsidP="007C6189">
      <w:pPr>
        <w:spacing w:line="320" w:lineRule="exact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A.S.2021/2022</w:t>
      </w:r>
    </w:p>
    <w:tbl>
      <w:tblPr>
        <w:tblW w:w="49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7079"/>
      </w:tblGrid>
      <w:tr w:rsidR="00C30254" w:rsidRPr="00464538" w14:paraId="066CF964" w14:textId="77777777" w:rsidTr="00B4588E">
        <w:trPr>
          <w:trHeight w:val="253"/>
          <w:jc w:val="center"/>
        </w:trPr>
        <w:tc>
          <w:tcPr>
            <w:tcW w:w="1490" w:type="pct"/>
            <w:vAlign w:val="center"/>
          </w:tcPr>
          <w:p w14:paraId="69E19994" w14:textId="77777777" w:rsidR="00C30254" w:rsidRPr="004937B5" w:rsidRDefault="00C30254" w:rsidP="00B4588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937B5">
              <w:rPr>
                <w:rFonts w:ascii="Arial" w:hAnsi="Arial" w:cs="Arial"/>
                <w:b/>
                <w:bCs/>
                <w:sz w:val="22"/>
                <w:szCs w:val="22"/>
              </w:rPr>
              <w:t>VERBALE</w:t>
            </w:r>
            <w:r w:rsidRPr="004937B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10" w:type="pct"/>
            <w:vAlign w:val="center"/>
          </w:tcPr>
          <w:p w14:paraId="30CA58F7" w14:textId="77777777" w:rsidR="00CA4D21" w:rsidRDefault="00C30254" w:rsidP="00B4588E">
            <w:pPr>
              <w:spacing w:line="320" w:lineRule="exact"/>
              <w:rPr>
                <w:rFonts w:ascii="Arial" w:hAnsi="Arial" w:cs="Arial"/>
              </w:rPr>
            </w:pPr>
            <w:r w:rsidRPr="004937B5">
              <w:rPr>
                <w:rFonts w:ascii="Arial" w:hAnsi="Arial" w:cs="Arial"/>
                <w:b/>
                <w:sz w:val="22"/>
                <w:szCs w:val="22"/>
              </w:rPr>
              <w:t>ESAMI PRELIMINARI</w:t>
            </w:r>
            <w:r w:rsidRPr="004937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ECDC0E0" w14:textId="1D437E23" w:rsidR="00C30254" w:rsidRPr="004937B5" w:rsidRDefault="00C30254" w:rsidP="00B4588E">
            <w:pPr>
              <w:spacing w:line="320" w:lineRule="exact"/>
              <w:rPr>
                <w:rFonts w:ascii="Arial" w:hAnsi="Arial" w:cs="Arial"/>
                <w:sz w:val="22"/>
                <w:szCs w:val="22"/>
              </w:rPr>
            </w:pPr>
            <w:r w:rsidRPr="004937B5">
              <w:rPr>
                <w:rFonts w:ascii="Arial" w:hAnsi="Arial" w:cs="Arial"/>
              </w:rPr>
              <w:t>IND</w:t>
            </w:r>
            <w:r w:rsidR="00CA4D21">
              <w:rPr>
                <w:rFonts w:ascii="Arial" w:hAnsi="Arial" w:cs="Arial"/>
              </w:rPr>
              <w:t>IRIZZO ……………………………………….</w:t>
            </w:r>
            <w:r w:rsidRPr="004937B5">
              <w:rPr>
                <w:rFonts w:ascii="Arial" w:hAnsi="Arial" w:cs="Arial"/>
              </w:rPr>
              <w:t>.…........………………………</w:t>
            </w:r>
            <w:r w:rsidRPr="004937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1DA824A8" w14:textId="77777777" w:rsidR="00C30254" w:rsidRDefault="00C30254" w:rsidP="00EF7964">
      <w:pPr>
        <w:rPr>
          <w:rFonts w:ascii="Arial" w:hAnsi="Arial" w:cs="Arial"/>
          <w:b/>
          <w:sz w:val="24"/>
          <w:szCs w:val="24"/>
        </w:rPr>
      </w:pPr>
    </w:p>
    <w:tbl>
      <w:tblPr>
        <w:tblW w:w="49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3"/>
      </w:tblGrid>
      <w:tr w:rsidR="00EF7964" w:rsidRPr="008B6924" w14:paraId="40E78E24" w14:textId="77777777" w:rsidTr="00EF7964">
        <w:trPr>
          <w:trHeight w:val="1008"/>
          <w:jc w:val="center"/>
        </w:trPr>
        <w:tc>
          <w:tcPr>
            <w:tcW w:w="5000" w:type="pct"/>
            <w:vAlign w:val="center"/>
          </w:tcPr>
          <w:p w14:paraId="6B5DB7E6" w14:textId="77777777" w:rsidR="00EF7964" w:rsidRDefault="00EF7964" w:rsidP="00EF79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69304C4" w14:textId="16E25FE2" w:rsidR="00EF7964" w:rsidRDefault="00EF7964" w:rsidP="00453C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53CB8">
              <w:rPr>
                <w:rFonts w:ascii="Arial" w:hAnsi="Arial" w:cs="Arial"/>
                <w:b/>
                <w:sz w:val="22"/>
                <w:szCs w:val="22"/>
              </w:rPr>
              <w:t>CORREZIONE E VALUTAZIONE</w:t>
            </w:r>
          </w:p>
          <w:p w14:paraId="05851328" w14:textId="77777777" w:rsidR="00EF7964" w:rsidRDefault="00EF7964" w:rsidP="00EF79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12AB4D5" w14:textId="535A02CE" w:rsidR="00EF7964" w:rsidRPr="00EF7964" w:rsidRDefault="00EF7964" w:rsidP="00EF79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PROVA __________ DI_________________________</w:t>
            </w:r>
          </w:p>
        </w:tc>
      </w:tr>
    </w:tbl>
    <w:p w14:paraId="7AF76A74" w14:textId="0F6F3890" w:rsidR="00013D2A" w:rsidRPr="00EF7964" w:rsidRDefault="00013D2A" w:rsidP="00CA4D21">
      <w:pPr>
        <w:spacing w:before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F7964">
        <w:rPr>
          <w:rFonts w:asciiTheme="minorHAnsi" w:hAnsiTheme="minorHAnsi" w:cstheme="minorHAnsi"/>
          <w:sz w:val="24"/>
          <w:szCs w:val="24"/>
        </w:rPr>
        <w:t xml:space="preserve">Il giorno …… del </w:t>
      </w:r>
      <w:r w:rsidR="007C6189" w:rsidRPr="00EF7964">
        <w:rPr>
          <w:rFonts w:asciiTheme="minorHAnsi" w:hAnsiTheme="minorHAnsi" w:cstheme="minorHAnsi"/>
          <w:sz w:val="24"/>
          <w:szCs w:val="24"/>
        </w:rPr>
        <w:t>mese di ……………</w:t>
      </w:r>
      <w:r w:rsidR="00906A6A" w:rsidRPr="00EF7964">
        <w:rPr>
          <w:rFonts w:asciiTheme="minorHAnsi" w:hAnsiTheme="minorHAnsi" w:cstheme="minorHAnsi"/>
          <w:sz w:val="24"/>
          <w:szCs w:val="24"/>
        </w:rPr>
        <w:t xml:space="preserve"> dell’anno </w:t>
      </w:r>
      <w:r w:rsidR="007C6189" w:rsidRPr="00EF7964">
        <w:rPr>
          <w:rFonts w:asciiTheme="minorHAnsi" w:hAnsiTheme="minorHAnsi" w:cstheme="minorHAnsi"/>
          <w:sz w:val="24"/>
          <w:szCs w:val="24"/>
        </w:rPr>
        <w:t>……</w:t>
      </w:r>
      <w:r w:rsidRPr="00EF7964">
        <w:rPr>
          <w:rFonts w:asciiTheme="minorHAnsi" w:hAnsiTheme="minorHAnsi" w:cstheme="minorHAnsi"/>
          <w:sz w:val="24"/>
          <w:szCs w:val="24"/>
        </w:rPr>
        <w:t>, alle ore</w:t>
      </w:r>
      <w:r w:rsidR="007C6189" w:rsidRPr="00EF7964">
        <w:rPr>
          <w:rFonts w:asciiTheme="minorHAnsi" w:hAnsiTheme="minorHAnsi" w:cstheme="minorHAnsi"/>
          <w:sz w:val="24"/>
          <w:szCs w:val="24"/>
        </w:rPr>
        <w:t xml:space="preserve"> …………. </w:t>
      </w:r>
      <w:r w:rsidRPr="00EF7964">
        <w:rPr>
          <w:rFonts w:asciiTheme="minorHAnsi" w:hAnsiTheme="minorHAnsi" w:cstheme="minorHAnsi"/>
          <w:sz w:val="24"/>
          <w:szCs w:val="24"/>
        </w:rPr>
        <w:t>nell’aula …</w:t>
      </w:r>
      <w:r w:rsidR="00796DB4" w:rsidRPr="00EF7964">
        <w:rPr>
          <w:rFonts w:asciiTheme="minorHAnsi" w:hAnsiTheme="minorHAnsi" w:cstheme="minorHAnsi"/>
          <w:sz w:val="24"/>
          <w:szCs w:val="24"/>
        </w:rPr>
        <w:t>…..</w:t>
      </w:r>
      <w:r w:rsidR="00453CB8" w:rsidRPr="00EF7964">
        <w:rPr>
          <w:rFonts w:asciiTheme="minorHAnsi" w:hAnsiTheme="minorHAnsi" w:cstheme="minorHAnsi"/>
          <w:sz w:val="24"/>
          <w:szCs w:val="24"/>
        </w:rPr>
        <w:t xml:space="preserve">….. </w:t>
      </w:r>
      <w:r w:rsidR="00EF7964" w:rsidRPr="00EF7964">
        <w:rPr>
          <w:rFonts w:asciiTheme="minorHAnsi" w:hAnsiTheme="minorHAnsi" w:cstheme="minorHAnsi"/>
          <w:sz w:val="24"/>
          <w:szCs w:val="24"/>
        </w:rPr>
        <w:t>dell’ISIS Valceresio di Bisuschio</w:t>
      </w:r>
      <w:r w:rsidRPr="00EF7964">
        <w:rPr>
          <w:rFonts w:asciiTheme="minorHAnsi" w:hAnsiTheme="minorHAnsi" w:cstheme="minorHAnsi"/>
          <w:sz w:val="24"/>
          <w:szCs w:val="24"/>
        </w:rPr>
        <w:t xml:space="preserve"> si è riunita la </w:t>
      </w:r>
      <w:r w:rsidR="00FE5237" w:rsidRPr="00EF7964">
        <w:rPr>
          <w:rFonts w:asciiTheme="minorHAnsi" w:hAnsiTheme="minorHAnsi" w:cstheme="minorHAnsi"/>
          <w:sz w:val="24"/>
          <w:szCs w:val="24"/>
        </w:rPr>
        <w:t xml:space="preserve">sottocommissione </w:t>
      </w:r>
      <w:r w:rsidRPr="00EF7964">
        <w:rPr>
          <w:rFonts w:asciiTheme="minorHAnsi" w:hAnsiTheme="minorHAnsi" w:cstheme="minorHAnsi"/>
          <w:sz w:val="24"/>
          <w:szCs w:val="24"/>
        </w:rPr>
        <w:t xml:space="preserve">per </w:t>
      </w:r>
      <w:r w:rsidR="000C1279" w:rsidRPr="00EF7964">
        <w:rPr>
          <w:rFonts w:asciiTheme="minorHAnsi" w:hAnsiTheme="minorHAnsi" w:cstheme="minorHAnsi"/>
          <w:sz w:val="24"/>
          <w:szCs w:val="24"/>
        </w:rPr>
        <w:t>gli esami preliminari</w:t>
      </w:r>
      <w:r w:rsidR="00DE2972" w:rsidRPr="00EF7964">
        <w:rPr>
          <w:rFonts w:asciiTheme="minorHAnsi" w:hAnsiTheme="minorHAnsi" w:cstheme="minorHAnsi"/>
          <w:sz w:val="24"/>
          <w:szCs w:val="24"/>
        </w:rPr>
        <w:t xml:space="preserve"> </w:t>
      </w:r>
      <w:r w:rsidRPr="00EF7964">
        <w:rPr>
          <w:rFonts w:asciiTheme="minorHAnsi" w:hAnsiTheme="minorHAnsi" w:cstheme="minorHAnsi"/>
          <w:sz w:val="24"/>
          <w:szCs w:val="24"/>
        </w:rPr>
        <w:t>costituita, oltre</w:t>
      </w:r>
      <w:r w:rsidR="00CA4D21" w:rsidRPr="00EF7964">
        <w:rPr>
          <w:rFonts w:asciiTheme="minorHAnsi" w:hAnsiTheme="minorHAnsi" w:cstheme="minorHAnsi"/>
          <w:sz w:val="24"/>
          <w:szCs w:val="24"/>
        </w:rPr>
        <w:t xml:space="preserve"> </w:t>
      </w:r>
      <w:r w:rsidRPr="00EF7964">
        <w:rPr>
          <w:rFonts w:asciiTheme="minorHAnsi" w:hAnsiTheme="minorHAnsi" w:cstheme="minorHAnsi"/>
          <w:sz w:val="24"/>
          <w:szCs w:val="24"/>
        </w:rPr>
        <w:t>che dal Presidente, Prof</w:t>
      </w:r>
      <w:r w:rsidR="00CA4D21" w:rsidRPr="00EF7964">
        <w:rPr>
          <w:rFonts w:asciiTheme="minorHAnsi" w:hAnsiTheme="minorHAnsi" w:cstheme="minorHAnsi"/>
          <w:sz w:val="24"/>
          <w:szCs w:val="24"/>
        </w:rPr>
        <w:t xml:space="preserve">./ssa </w:t>
      </w:r>
      <w:r w:rsidRPr="00EF7964">
        <w:rPr>
          <w:rFonts w:asciiTheme="minorHAnsi" w:hAnsiTheme="minorHAnsi" w:cstheme="minorHAnsi"/>
          <w:sz w:val="24"/>
          <w:szCs w:val="24"/>
        </w:rPr>
        <w:t>……………………</w:t>
      </w:r>
      <w:r w:rsidR="007C6189" w:rsidRPr="00EF7964">
        <w:rPr>
          <w:rFonts w:asciiTheme="minorHAnsi" w:hAnsiTheme="minorHAnsi" w:cstheme="minorHAnsi"/>
          <w:sz w:val="24"/>
          <w:szCs w:val="24"/>
        </w:rPr>
        <w:t xml:space="preserve">……………… </w:t>
      </w:r>
      <w:r w:rsidRPr="00EF7964">
        <w:rPr>
          <w:rFonts w:asciiTheme="minorHAnsi" w:hAnsiTheme="minorHAnsi" w:cstheme="minorHAnsi"/>
          <w:sz w:val="24"/>
          <w:szCs w:val="24"/>
        </w:rPr>
        <w:t>dai seguenti docenti</w:t>
      </w:r>
      <w:r w:rsidR="000C1279" w:rsidRPr="00EF7964">
        <w:rPr>
          <w:rFonts w:asciiTheme="minorHAnsi" w:hAnsiTheme="minorHAnsi" w:cstheme="minorHAnsi"/>
          <w:sz w:val="24"/>
          <w:szCs w:val="24"/>
        </w:rPr>
        <w:t xml:space="preserve"> …………</w:t>
      </w:r>
      <w:r w:rsidR="00453CB8" w:rsidRPr="00EF7964">
        <w:rPr>
          <w:rFonts w:asciiTheme="minorHAnsi" w:hAnsiTheme="minorHAnsi" w:cstheme="minorHAnsi"/>
          <w:sz w:val="24"/>
          <w:szCs w:val="24"/>
        </w:rPr>
        <w:t>…..........</w:t>
      </w:r>
      <w:r w:rsidRPr="00EF7964">
        <w:rPr>
          <w:rFonts w:asciiTheme="minorHAnsi" w:hAnsiTheme="minorHAnsi" w:cstheme="minorHAnsi"/>
          <w:sz w:val="24"/>
          <w:szCs w:val="24"/>
        </w:rPr>
        <w:t>………………</w:t>
      </w:r>
      <w:r w:rsidR="007C6189" w:rsidRPr="00EF7964">
        <w:rPr>
          <w:rFonts w:asciiTheme="minorHAnsi" w:hAnsiTheme="minorHAnsi" w:cstheme="minorHAnsi"/>
          <w:sz w:val="24"/>
          <w:szCs w:val="24"/>
        </w:rPr>
        <w:t>…………...............</w:t>
      </w:r>
      <w:r w:rsidR="000C1279" w:rsidRPr="00EF7964">
        <w:rPr>
          <w:rFonts w:asciiTheme="minorHAnsi" w:hAnsiTheme="minorHAnsi" w:cstheme="minorHAnsi"/>
          <w:sz w:val="24"/>
          <w:szCs w:val="24"/>
        </w:rPr>
        <w:t>............................................................</w:t>
      </w:r>
      <w:r w:rsidR="00453CB8" w:rsidRPr="00EF7964">
        <w:rPr>
          <w:rFonts w:asciiTheme="minorHAnsi" w:hAnsiTheme="minorHAnsi" w:cstheme="minorHAnsi"/>
          <w:sz w:val="24"/>
          <w:szCs w:val="24"/>
        </w:rPr>
        <w:t>..............</w:t>
      </w:r>
    </w:p>
    <w:p w14:paraId="00BBEE64" w14:textId="087A6CA4" w:rsidR="00FE5237" w:rsidRPr="00EF7964" w:rsidRDefault="00FE5237" w:rsidP="00CA4D2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F7964">
        <w:rPr>
          <w:rFonts w:asciiTheme="minorHAnsi" w:hAnsiTheme="minorHAnsi" w:cstheme="minorHAnsi"/>
          <w:sz w:val="24"/>
          <w:szCs w:val="24"/>
        </w:rPr>
        <w:t xml:space="preserve">al fine di procedere alle operazioni di correzione e di valutazione delle prove </w:t>
      </w:r>
      <w:r w:rsidR="004E0AB2" w:rsidRPr="00EF7964">
        <w:rPr>
          <w:rFonts w:asciiTheme="minorHAnsi" w:hAnsiTheme="minorHAnsi" w:cstheme="minorHAnsi"/>
          <w:sz w:val="24"/>
          <w:szCs w:val="24"/>
        </w:rPr>
        <w:t>__________</w:t>
      </w:r>
      <w:r w:rsidRPr="00EF7964">
        <w:rPr>
          <w:rFonts w:asciiTheme="minorHAnsi" w:hAnsiTheme="minorHAnsi" w:cstheme="minorHAnsi"/>
          <w:sz w:val="24"/>
          <w:szCs w:val="24"/>
        </w:rPr>
        <w:t>.</w:t>
      </w:r>
    </w:p>
    <w:p w14:paraId="14D27D6D" w14:textId="7B206C9F" w:rsidR="009654E3" w:rsidRPr="00EF7964" w:rsidRDefault="00FE5237" w:rsidP="00CA4D2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F7964">
        <w:rPr>
          <w:rFonts w:asciiTheme="minorHAnsi" w:hAnsiTheme="minorHAnsi" w:cstheme="minorHAnsi"/>
          <w:sz w:val="24"/>
          <w:szCs w:val="24"/>
        </w:rPr>
        <w:t>Prima di passare alla correzione delle prove il presidente ricorda ai docenti che:</w:t>
      </w:r>
    </w:p>
    <w:p w14:paraId="71870364" w14:textId="77777777" w:rsidR="00FE5237" w:rsidRPr="00EF7964" w:rsidRDefault="00FE5237" w:rsidP="009654E3">
      <w:pPr>
        <w:pStyle w:val="Paragrafoelenco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F7964">
        <w:rPr>
          <w:rFonts w:asciiTheme="minorHAnsi" w:hAnsiTheme="minorHAnsi" w:cstheme="minorHAnsi"/>
          <w:sz w:val="24"/>
          <w:szCs w:val="24"/>
        </w:rPr>
        <w:t xml:space="preserve">ad ogni prova potrà essere assegnato un punteggio in numeri interi compreso tra 1 e 10; </w:t>
      </w:r>
    </w:p>
    <w:p w14:paraId="6399FDB9" w14:textId="546A5AB0" w:rsidR="00FE5237" w:rsidRPr="00EF7964" w:rsidRDefault="00FE5237" w:rsidP="009654E3">
      <w:pPr>
        <w:pStyle w:val="Paragrafoelenco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F7964">
        <w:rPr>
          <w:rFonts w:asciiTheme="minorHAnsi" w:hAnsiTheme="minorHAnsi" w:cstheme="minorHAnsi"/>
          <w:sz w:val="24"/>
          <w:szCs w:val="24"/>
        </w:rPr>
        <w:t>la correzione di ciascuna prova dovrà essere effettuata dal docente avente specifica competenza nella disciplina interessata affiancato da un altro docente di materia affine;</w:t>
      </w:r>
    </w:p>
    <w:p w14:paraId="25A79FB7" w14:textId="3CD754A8" w:rsidR="00FE5237" w:rsidRPr="00EF7964" w:rsidRDefault="00FE5237" w:rsidP="009654E3">
      <w:pPr>
        <w:numPr>
          <w:ilvl w:val="0"/>
          <w:numId w:val="9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F7964">
        <w:rPr>
          <w:rFonts w:asciiTheme="minorHAnsi" w:hAnsiTheme="minorHAnsi" w:cstheme="minorHAnsi"/>
          <w:sz w:val="24"/>
          <w:szCs w:val="24"/>
        </w:rPr>
        <w:lastRenderedPageBreak/>
        <w:t xml:space="preserve">la correzione si conclude con la formulazione di un giudizio e di una proposta di punteggio, </w:t>
      </w:r>
      <w:r w:rsidR="009654E3" w:rsidRPr="00EF7964">
        <w:rPr>
          <w:rFonts w:asciiTheme="minorHAnsi" w:hAnsiTheme="minorHAnsi" w:cstheme="minorHAnsi"/>
          <w:sz w:val="24"/>
          <w:szCs w:val="24"/>
        </w:rPr>
        <w:t xml:space="preserve"> </w:t>
      </w:r>
      <w:r w:rsidRPr="00EF7964">
        <w:rPr>
          <w:rFonts w:asciiTheme="minorHAnsi" w:hAnsiTheme="minorHAnsi" w:cstheme="minorHAnsi"/>
          <w:sz w:val="24"/>
          <w:szCs w:val="24"/>
        </w:rPr>
        <w:t xml:space="preserve">che vengono trascritti sui prospetti allegati al presente verbale, da compilare uno per </w:t>
      </w:r>
      <w:r w:rsidR="009654E3" w:rsidRPr="00EF7964">
        <w:rPr>
          <w:rFonts w:asciiTheme="minorHAnsi" w:hAnsiTheme="minorHAnsi" w:cstheme="minorHAnsi"/>
          <w:sz w:val="24"/>
          <w:szCs w:val="24"/>
        </w:rPr>
        <w:t xml:space="preserve">  </w:t>
      </w:r>
      <w:r w:rsidRPr="00EF7964">
        <w:rPr>
          <w:rFonts w:asciiTheme="minorHAnsi" w:hAnsiTheme="minorHAnsi" w:cstheme="minorHAnsi"/>
          <w:sz w:val="24"/>
          <w:szCs w:val="24"/>
        </w:rPr>
        <w:t>ciascuna discip</w:t>
      </w:r>
      <w:r w:rsidR="00AE1B2B" w:rsidRPr="00EF7964">
        <w:rPr>
          <w:rFonts w:asciiTheme="minorHAnsi" w:hAnsiTheme="minorHAnsi" w:cstheme="minorHAnsi"/>
          <w:sz w:val="24"/>
          <w:szCs w:val="24"/>
        </w:rPr>
        <w:t>lina che preveda prove scritte.</w:t>
      </w:r>
    </w:p>
    <w:p w14:paraId="6ED6A382" w14:textId="1BDBE877" w:rsidR="009654E3" w:rsidRPr="00EF7964" w:rsidRDefault="009654E3" w:rsidP="00EF7964">
      <w:pPr>
        <w:pStyle w:val="Paragrafoelenco"/>
        <w:widowControl w:val="0"/>
        <w:numPr>
          <w:ilvl w:val="0"/>
          <w:numId w:val="9"/>
        </w:numPr>
        <w:suppressAutoHyphens/>
        <w:autoSpaceDE w:val="0"/>
        <w:spacing w:line="0" w:lineRule="atLeast"/>
        <w:ind w:right="-428"/>
        <w:jc w:val="both"/>
        <w:rPr>
          <w:rFonts w:asciiTheme="minorHAnsi" w:eastAsia="Arial" w:hAnsiTheme="minorHAnsi" w:cstheme="minorHAnsi"/>
          <w:color w:val="000000"/>
          <w:sz w:val="24"/>
          <w:szCs w:val="24"/>
        </w:rPr>
      </w:pPr>
      <w:r w:rsidRPr="00EF7964">
        <w:rPr>
          <w:rFonts w:asciiTheme="minorHAnsi" w:eastAsia="Arial" w:hAnsiTheme="minorHAnsi" w:cstheme="minorHAnsi"/>
          <w:sz w:val="24"/>
          <w:szCs w:val="24"/>
        </w:rPr>
        <w:t>le proposte di punteggio vengono poi ratificate dall'intera commissione al termine di</w:t>
      </w:r>
      <w:r w:rsidR="00EF7964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EF7964">
        <w:rPr>
          <w:rFonts w:asciiTheme="minorHAnsi" w:eastAsia="Arial" w:hAnsiTheme="minorHAnsi" w:cstheme="minorHAnsi"/>
          <w:sz w:val="24"/>
          <w:szCs w:val="24"/>
        </w:rPr>
        <w:t xml:space="preserve"> tutte le operazioni di correzione e quindi trascritte sulla scheda individuale di ciascun candidato; in caso di dissenso sulla valutazione proposta la prova in questione viene sottoposta ad una nuova valutazione collegiale. Nel caso di valutazione raggiunta a maggioranza,</w:t>
      </w:r>
      <w:r w:rsidRPr="00EF7964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il presidente attribuisce al candidato il punteggio risultante dalla media aritmetica dei punti proposti. </w:t>
      </w:r>
    </w:p>
    <w:p w14:paraId="31A3C2F0" w14:textId="1435DE73" w:rsidR="009654E3" w:rsidRPr="00EF7964" w:rsidRDefault="00EF7964" w:rsidP="00EF7964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70BEB816" w14:textId="45F980D7" w:rsidR="000D216B" w:rsidRPr="00EF7964" w:rsidRDefault="00FE5237" w:rsidP="000D216B">
      <w:pPr>
        <w:autoSpaceDE w:val="0"/>
        <w:jc w:val="both"/>
        <w:rPr>
          <w:rFonts w:asciiTheme="minorHAnsi" w:eastAsia="Arial" w:hAnsiTheme="minorHAnsi" w:cstheme="minorHAnsi"/>
          <w:color w:val="000000"/>
          <w:sz w:val="24"/>
          <w:szCs w:val="24"/>
        </w:rPr>
      </w:pPr>
      <w:r w:rsidRPr="00EF7964">
        <w:rPr>
          <w:rFonts w:asciiTheme="minorHAnsi" w:hAnsiTheme="minorHAnsi" w:cstheme="minorHAnsi"/>
          <w:sz w:val="24"/>
          <w:szCs w:val="24"/>
        </w:rPr>
        <w:t xml:space="preserve">Si procede, poi, all'apertura delle buste contenenti gli </w:t>
      </w:r>
      <w:r w:rsidR="00AE1B2B" w:rsidRPr="00EF7964">
        <w:rPr>
          <w:rFonts w:asciiTheme="minorHAnsi" w:hAnsiTheme="minorHAnsi" w:cstheme="minorHAnsi"/>
          <w:sz w:val="24"/>
          <w:szCs w:val="24"/>
        </w:rPr>
        <w:t>elaborati</w:t>
      </w:r>
      <w:r w:rsidRPr="00EF7964">
        <w:rPr>
          <w:rFonts w:asciiTheme="minorHAnsi" w:hAnsiTheme="minorHAnsi" w:cstheme="minorHAnsi"/>
          <w:sz w:val="24"/>
          <w:szCs w:val="24"/>
        </w:rPr>
        <w:t xml:space="preserve"> </w:t>
      </w:r>
      <w:r w:rsidR="00AE1B2B" w:rsidRPr="00EF7964">
        <w:rPr>
          <w:rFonts w:asciiTheme="minorHAnsi" w:hAnsiTheme="minorHAnsi" w:cstheme="minorHAnsi"/>
          <w:sz w:val="24"/>
          <w:szCs w:val="24"/>
        </w:rPr>
        <w:t>che risultano essere n. …</w:t>
      </w:r>
      <w:r w:rsidR="00F96077" w:rsidRPr="00EF7964">
        <w:rPr>
          <w:rFonts w:asciiTheme="minorHAnsi" w:hAnsiTheme="minorHAnsi" w:cstheme="minorHAnsi"/>
          <w:sz w:val="24"/>
          <w:szCs w:val="24"/>
        </w:rPr>
        <w:t xml:space="preserve"> </w:t>
      </w:r>
      <w:r w:rsidRPr="00EF7964">
        <w:rPr>
          <w:rFonts w:asciiTheme="minorHAnsi" w:hAnsiTheme="minorHAnsi" w:cstheme="minorHAnsi"/>
          <w:sz w:val="24"/>
          <w:szCs w:val="24"/>
        </w:rPr>
        <w:t xml:space="preserve">e si dà inizio alla correzione delle prove scritte. </w:t>
      </w:r>
      <w:r w:rsidR="000D216B" w:rsidRPr="00EF7964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Al termine delle operazioni di correzione delle prove </w:t>
      </w:r>
      <w:r w:rsidR="004E0AB2" w:rsidRPr="00EF7964">
        <w:rPr>
          <w:rFonts w:asciiTheme="minorHAnsi" w:eastAsia="Arial" w:hAnsiTheme="minorHAnsi" w:cstheme="minorHAnsi"/>
          <w:color w:val="000000"/>
          <w:sz w:val="24"/>
          <w:szCs w:val="24"/>
        </w:rPr>
        <w:t>_________</w:t>
      </w:r>
      <w:r w:rsidR="000D216B" w:rsidRPr="00EF7964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l'intera Commissione procede alla ratifica delle proposte di punteggio relative a ciascun candidato. </w:t>
      </w:r>
    </w:p>
    <w:p w14:paraId="027A185F" w14:textId="05E7BD81" w:rsidR="000D216B" w:rsidRPr="00EF7964" w:rsidRDefault="000D216B" w:rsidP="00EF7964">
      <w:pPr>
        <w:widowControl w:val="0"/>
        <w:suppressAutoHyphens/>
        <w:autoSpaceDE w:val="0"/>
        <w:jc w:val="both"/>
        <w:rPr>
          <w:rFonts w:asciiTheme="minorHAnsi" w:eastAsia="Arial" w:hAnsiTheme="minorHAnsi" w:cstheme="minorHAnsi"/>
          <w:color w:val="000000"/>
          <w:sz w:val="24"/>
          <w:szCs w:val="24"/>
        </w:rPr>
      </w:pPr>
      <w:r w:rsidRPr="00EF7964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Le proposte di valutazione vengono riportate nei prospetti seguenti, che vengono allegati al presente verbale, sono fatte proprie dall'intera Commissione all'unanimità. </w:t>
      </w:r>
    </w:p>
    <w:p w14:paraId="5B25285A" w14:textId="27F37396" w:rsidR="00F96077" w:rsidRPr="00EF7964" w:rsidRDefault="00F96077" w:rsidP="00EF796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F7964">
        <w:rPr>
          <w:rFonts w:asciiTheme="minorHAnsi" w:hAnsiTheme="minorHAnsi" w:cstheme="minorHAnsi"/>
          <w:sz w:val="24"/>
          <w:szCs w:val="24"/>
        </w:rPr>
        <w:t>Di quanto sopra è redatto e sottoscritto il presente verbale:</w:t>
      </w:r>
    </w:p>
    <w:p w14:paraId="32CF0395" w14:textId="16413C5E" w:rsidR="00F96077" w:rsidRDefault="00F96077" w:rsidP="00F96077">
      <w:pPr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r w:rsidRPr="007C6189">
        <w:rPr>
          <w:rFonts w:ascii="Arial" w:hAnsi="Arial" w:cs="Arial"/>
          <w:sz w:val="24"/>
          <w:szCs w:val="24"/>
        </w:rPr>
        <w:t>Il Presidente</w:t>
      </w:r>
      <w:r w:rsidR="00EF7964">
        <w:rPr>
          <w:rFonts w:ascii="Arial" w:hAnsi="Arial" w:cs="Arial"/>
          <w:sz w:val="24"/>
          <w:szCs w:val="24"/>
        </w:rPr>
        <w:tab/>
      </w:r>
      <w:r w:rsidR="00EF7964">
        <w:rPr>
          <w:rFonts w:ascii="Arial" w:hAnsi="Arial" w:cs="Arial"/>
          <w:sz w:val="24"/>
          <w:szCs w:val="24"/>
        </w:rPr>
        <w:tab/>
      </w:r>
      <w:r w:rsidR="00EF7964">
        <w:rPr>
          <w:rFonts w:ascii="Arial" w:hAnsi="Arial" w:cs="Arial"/>
          <w:sz w:val="24"/>
          <w:szCs w:val="24"/>
        </w:rPr>
        <w:tab/>
      </w:r>
    </w:p>
    <w:p w14:paraId="231A95CA" w14:textId="36A8FC26" w:rsidR="00F96077" w:rsidRPr="007C6189" w:rsidRDefault="00453CB8" w:rsidP="00F96077">
      <w:pPr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r w:rsidR="000D216B">
        <w:rPr>
          <w:rFonts w:ascii="Arial" w:hAnsi="Arial" w:cs="Arial"/>
          <w:sz w:val="24"/>
          <w:szCs w:val="24"/>
        </w:rPr>
        <w:t>I Docenti</w:t>
      </w:r>
    </w:p>
    <w:p w14:paraId="67AE0EAE" w14:textId="2466C128" w:rsidR="00F96077" w:rsidRPr="007C6189" w:rsidRDefault="00F96077" w:rsidP="00CA4D21">
      <w:pPr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</w:t>
      </w:r>
      <w:r w:rsidR="00CA4D21">
        <w:rPr>
          <w:rFonts w:ascii="Arial" w:hAnsi="Arial" w:cs="Arial"/>
          <w:sz w:val="24"/>
          <w:szCs w:val="24"/>
        </w:rPr>
        <w:tab/>
      </w:r>
      <w:r w:rsidR="00CA4D21">
        <w:rPr>
          <w:rFonts w:ascii="Arial" w:hAnsi="Arial" w:cs="Arial"/>
          <w:sz w:val="24"/>
          <w:szCs w:val="24"/>
        </w:rPr>
        <w:tab/>
      </w:r>
      <w:r w:rsidR="00CA4D21">
        <w:rPr>
          <w:rFonts w:ascii="Arial" w:hAnsi="Arial" w:cs="Arial"/>
          <w:sz w:val="24"/>
          <w:szCs w:val="24"/>
        </w:rPr>
        <w:tab/>
      </w:r>
      <w:r w:rsidR="00CA4D21">
        <w:rPr>
          <w:rFonts w:ascii="Arial" w:hAnsi="Arial" w:cs="Arial"/>
          <w:sz w:val="24"/>
          <w:szCs w:val="24"/>
        </w:rPr>
        <w:tab/>
      </w:r>
      <w:r w:rsidR="00CA4D21">
        <w:rPr>
          <w:rFonts w:ascii="Arial" w:hAnsi="Arial" w:cs="Arial"/>
          <w:sz w:val="24"/>
          <w:szCs w:val="24"/>
        </w:rPr>
        <w:tab/>
      </w:r>
      <w:r w:rsidR="00CA4D21">
        <w:rPr>
          <w:rFonts w:ascii="Arial" w:hAnsi="Arial" w:cs="Arial"/>
          <w:sz w:val="24"/>
          <w:szCs w:val="24"/>
        </w:rPr>
        <w:tab/>
      </w:r>
      <w:r w:rsidR="00CA4D2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7C6189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………………..</w:t>
      </w:r>
    </w:p>
    <w:p w14:paraId="1B76181B" w14:textId="77777777" w:rsidR="00F96077" w:rsidRDefault="00F96077" w:rsidP="00CA4D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</w:t>
      </w:r>
    </w:p>
    <w:p w14:paraId="5F0670EC" w14:textId="77777777" w:rsidR="00EF7964" w:rsidRDefault="00F96077" w:rsidP="00EF7964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F7964" w:rsidRPr="007C6189">
        <w:rPr>
          <w:rFonts w:ascii="Arial" w:hAnsi="Arial" w:cs="Arial"/>
          <w:sz w:val="24"/>
          <w:szCs w:val="24"/>
        </w:rPr>
        <w:t>………………………</w:t>
      </w:r>
      <w:r w:rsidR="00EF7964">
        <w:rPr>
          <w:rFonts w:ascii="Arial" w:hAnsi="Arial" w:cs="Arial"/>
          <w:sz w:val="24"/>
          <w:szCs w:val="24"/>
        </w:rPr>
        <w:t>………………..</w:t>
      </w:r>
    </w:p>
    <w:p w14:paraId="4CD34F48" w14:textId="2EB077CB" w:rsidR="000D216B" w:rsidRDefault="008E60CF" w:rsidP="008E60C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2A652F42" w14:textId="77777777" w:rsidR="00CA4D21" w:rsidRPr="007C6189" w:rsidRDefault="00CA4D21" w:rsidP="00CA4D21">
      <w:pPr>
        <w:jc w:val="right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2120"/>
        <w:gridCol w:w="6596"/>
        <w:gridCol w:w="1015"/>
      </w:tblGrid>
      <w:tr w:rsidR="00AE1B2B" w:rsidRPr="00667F5E" w14:paraId="6D2CB879" w14:textId="77777777" w:rsidTr="00453CB8">
        <w:trPr>
          <w:jc w:val="center"/>
        </w:trPr>
        <w:tc>
          <w:tcPr>
            <w:tcW w:w="227" w:type="pct"/>
            <w:vAlign w:val="center"/>
          </w:tcPr>
          <w:p w14:paraId="06445A95" w14:textId="77777777" w:rsidR="00AE1B2B" w:rsidRPr="00667F5E" w:rsidRDefault="00AE1B2B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7F5E">
              <w:rPr>
                <w:rFonts w:ascii="Arial" w:hAnsi="Arial" w:cs="Arial"/>
                <w:sz w:val="24"/>
                <w:szCs w:val="24"/>
              </w:rPr>
              <w:t>N°</w:t>
            </w:r>
          </w:p>
        </w:tc>
        <w:tc>
          <w:tcPr>
            <w:tcW w:w="1040" w:type="pct"/>
            <w:vAlign w:val="center"/>
          </w:tcPr>
          <w:p w14:paraId="0753B57D" w14:textId="77777777" w:rsidR="00AE1B2B" w:rsidRPr="00CD0899" w:rsidRDefault="00AE1B2B" w:rsidP="008A5F98">
            <w:pPr>
              <w:jc w:val="center"/>
              <w:rPr>
                <w:rFonts w:ascii="Arial" w:hAnsi="Arial" w:cs="Arial"/>
              </w:rPr>
            </w:pPr>
            <w:r w:rsidRPr="00CD0899">
              <w:rPr>
                <w:rFonts w:ascii="Arial" w:hAnsi="Arial" w:cs="Arial"/>
              </w:rPr>
              <w:t>COGNOME E NOME</w:t>
            </w:r>
          </w:p>
        </w:tc>
        <w:tc>
          <w:tcPr>
            <w:tcW w:w="3235" w:type="pct"/>
            <w:vAlign w:val="center"/>
          </w:tcPr>
          <w:p w14:paraId="31662818" w14:textId="77777777" w:rsidR="00AE1B2B" w:rsidRPr="00CD0899" w:rsidRDefault="00F96077" w:rsidP="008A5F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GIUDIZIO 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14:paraId="371CF696" w14:textId="77777777" w:rsidR="00AE1B2B" w:rsidRPr="00667F5E" w:rsidRDefault="00E92390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VOTO</w:t>
            </w:r>
          </w:p>
        </w:tc>
      </w:tr>
      <w:tr w:rsidR="00F96077" w:rsidRPr="00667F5E" w14:paraId="3E3AE806" w14:textId="77777777" w:rsidTr="00453CB8">
        <w:trPr>
          <w:trHeight w:val="454"/>
          <w:jc w:val="center"/>
        </w:trPr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14:paraId="67ADEDF2" w14:textId="77777777" w:rsidR="00F96077" w:rsidRPr="00667F5E" w:rsidRDefault="00F96077" w:rsidP="00453C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168E3DA6" w14:textId="77777777" w:rsidR="00F96077" w:rsidRPr="00667F5E" w:rsidRDefault="00F96077" w:rsidP="008A5F98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69DFCFE3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 w:val="restart"/>
            <w:vAlign w:val="center"/>
          </w:tcPr>
          <w:p w14:paraId="4A37155A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77" w:rsidRPr="00667F5E" w14:paraId="21B954DC" w14:textId="77777777" w:rsidTr="00453CB8">
        <w:trPr>
          <w:trHeight w:val="454"/>
          <w:jc w:val="center"/>
        </w:trPr>
        <w:tc>
          <w:tcPr>
            <w:tcW w:w="227" w:type="pct"/>
            <w:tcBorders>
              <w:bottom w:val="nil"/>
            </w:tcBorders>
            <w:vAlign w:val="center"/>
          </w:tcPr>
          <w:p w14:paraId="74E40F35" w14:textId="77777777" w:rsidR="00F96077" w:rsidRPr="00667F5E" w:rsidRDefault="00F96077" w:rsidP="008A5F98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6C286D12" w14:textId="77777777" w:rsidR="00F96077" w:rsidRPr="00667F5E" w:rsidRDefault="00F96077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65ED3F73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59A81EFA" w14:textId="77777777" w:rsidR="00F96077" w:rsidRPr="00667F5E" w:rsidRDefault="00F96077" w:rsidP="008A5F98">
            <w:pPr>
              <w:ind w:left="356" w:firstLine="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77" w:rsidRPr="00667F5E" w14:paraId="22D0FEC2" w14:textId="77777777" w:rsidTr="00453CB8">
        <w:trPr>
          <w:trHeight w:val="454"/>
          <w:jc w:val="center"/>
        </w:trPr>
        <w:tc>
          <w:tcPr>
            <w:tcW w:w="227" w:type="pct"/>
            <w:tcBorders>
              <w:top w:val="nil"/>
              <w:bottom w:val="nil"/>
            </w:tcBorders>
            <w:vAlign w:val="center"/>
          </w:tcPr>
          <w:p w14:paraId="5DF92EF2" w14:textId="77777777" w:rsidR="00F96077" w:rsidRPr="00667F5E" w:rsidRDefault="00F96077" w:rsidP="008A5F98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3B8AEE81" w14:textId="77777777" w:rsidR="00F96077" w:rsidRPr="00667F5E" w:rsidRDefault="00F96077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5BEC969D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1E5AF761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77" w:rsidRPr="00667F5E" w14:paraId="79AA3EA0" w14:textId="77777777" w:rsidTr="00453CB8">
        <w:trPr>
          <w:trHeight w:val="454"/>
          <w:jc w:val="center"/>
        </w:trPr>
        <w:tc>
          <w:tcPr>
            <w:tcW w:w="227" w:type="pct"/>
            <w:tcBorders>
              <w:top w:val="nil"/>
            </w:tcBorders>
            <w:vAlign w:val="center"/>
          </w:tcPr>
          <w:p w14:paraId="46CA2CFF" w14:textId="77777777" w:rsidR="00F96077" w:rsidRPr="00667F5E" w:rsidRDefault="00F96077" w:rsidP="008A5F98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552D0847" w14:textId="77777777" w:rsidR="00F96077" w:rsidRPr="00667F5E" w:rsidRDefault="00F96077" w:rsidP="008A5F98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3BA37D3C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0A0840CA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3177A4" w14:textId="77777777" w:rsidR="00AE1B2B" w:rsidRDefault="00AE1B2B" w:rsidP="00AE1B2B">
      <w:pPr>
        <w:pStyle w:val="Titolo1"/>
        <w:rPr>
          <w:rFonts w:ascii="Arial" w:hAnsi="Arial" w:cs="Arial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2120"/>
        <w:gridCol w:w="6596"/>
        <w:gridCol w:w="1015"/>
      </w:tblGrid>
      <w:tr w:rsidR="00AE1B2B" w:rsidRPr="00667F5E" w14:paraId="1E5CCCC7" w14:textId="77777777" w:rsidTr="00453CB8">
        <w:trPr>
          <w:jc w:val="center"/>
        </w:trPr>
        <w:tc>
          <w:tcPr>
            <w:tcW w:w="227" w:type="pct"/>
            <w:vAlign w:val="center"/>
          </w:tcPr>
          <w:p w14:paraId="6BC77743" w14:textId="77777777" w:rsidR="00AE1B2B" w:rsidRPr="00667F5E" w:rsidRDefault="00AE1B2B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7F5E">
              <w:rPr>
                <w:rFonts w:ascii="Arial" w:hAnsi="Arial" w:cs="Arial"/>
                <w:sz w:val="24"/>
                <w:szCs w:val="24"/>
              </w:rPr>
              <w:t>N°</w:t>
            </w:r>
          </w:p>
        </w:tc>
        <w:tc>
          <w:tcPr>
            <w:tcW w:w="1040" w:type="pct"/>
            <w:vAlign w:val="center"/>
          </w:tcPr>
          <w:p w14:paraId="5E373761" w14:textId="77777777" w:rsidR="00AE1B2B" w:rsidRPr="00CD0899" w:rsidRDefault="00AE1B2B" w:rsidP="008A5F98">
            <w:pPr>
              <w:jc w:val="center"/>
              <w:rPr>
                <w:rFonts w:ascii="Arial" w:hAnsi="Arial" w:cs="Arial"/>
              </w:rPr>
            </w:pPr>
            <w:r w:rsidRPr="00CD0899">
              <w:rPr>
                <w:rFonts w:ascii="Arial" w:hAnsi="Arial" w:cs="Arial"/>
              </w:rPr>
              <w:t>COGNOME E NOME</w:t>
            </w:r>
          </w:p>
        </w:tc>
        <w:tc>
          <w:tcPr>
            <w:tcW w:w="3235" w:type="pct"/>
            <w:vAlign w:val="center"/>
          </w:tcPr>
          <w:p w14:paraId="07546FC4" w14:textId="77777777" w:rsidR="00AE1B2B" w:rsidRPr="00CD0899" w:rsidRDefault="00F96077" w:rsidP="008A5F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GIUDIZIO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14:paraId="4D50586B" w14:textId="77777777" w:rsidR="00AE1B2B" w:rsidRPr="00667F5E" w:rsidRDefault="00E92390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VOTO</w:t>
            </w:r>
          </w:p>
        </w:tc>
      </w:tr>
      <w:tr w:rsidR="00F96077" w:rsidRPr="00667F5E" w14:paraId="6D577AE5" w14:textId="77777777" w:rsidTr="00453CB8">
        <w:trPr>
          <w:trHeight w:val="454"/>
          <w:jc w:val="center"/>
        </w:trPr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14:paraId="6928A1D7" w14:textId="77777777" w:rsidR="00F96077" w:rsidRPr="00667F5E" w:rsidRDefault="00F96077" w:rsidP="00453C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56D5B41C" w14:textId="77777777" w:rsidR="00F96077" w:rsidRPr="00667F5E" w:rsidRDefault="00F96077" w:rsidP="008A5F98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5F6B6B70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 w:val="restart"/>
            <w:vAlign w:val="center"/>
          </w:tcPr>
          <w:p w14:paraId="37059CA7" w14:textId="77777777" w:rsidR="00F96077" w:rsidRPr="00667F5E" w:rsidRDefault="00F96077" w:rsidP="008A5F98">
            <w:pPr>
              <w:ind w:left="356" w:firstLine="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77" w:rsidRPr="00667F5E" w14:paraId="72672649" w14:textId="77777777" w:rsidTr="00453CB8">
        <w:trPr>
          <w:trHeight w:val="454"/>
          <w:jc w:val="center"/>
        </w:trPr>
        <w:tc>
          <w:tcPr>
            <w:tcW w:w="227" w:type="pct"/>
            <w:tcBorders>
              <w:bottom w:val="nil"/>
            </w:tcBorders>
            <w:vAlign w:val="center"/>
          </w:tcPr>
          <w:p w14:paraId="5012A74A" w14:textId="77777777" w:rsidR="00F96077" w:rsidRPr="00667F5E" w:rsidRDefault="00F96077" w:rsidP="008A5F98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76A8A4B6" w14:textId="77777777" w:rsidR="00F96077" w:rsidRPr="00667F5E" w:rsidRDefault="00F96077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3EC3CA5C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78370927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77" w:rsidRPr="00667F5E" w14:paraId="3C536CA7" w14:textId="77777777" w:rsidTr="00453CB8">
        <w:trPr>
          <w:trHeight w:val="454"/>
          <w:jc w:val="center"/>
        </w:trPr>
        <w:tc>
          <w:tcPr>
            <w:tcW w:w="227" w:type="pct"/>
            <w:tcBorders>
              <w:top w:val="nil"/>
              <w:bottom w:val="nil"/>
            </w:tcBorders>
            <w:vAlign w:val="center"/>
          </w:tcPr>
          <w:p w14:paraId="7A34A7F1" w14:textId="77777777" w:rsidR="00F96077" w:rsidRPr="00667F5E" w:rsidRDefault="00F96077" w:rsidP="008A5F98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511BB845" w14:textId="77777777" w:rsidR="00F96077" w:rsidRPr="00667F5E" w:rsidRDefault="00F96077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2F790250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505A8955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77" w:rsidRPr="00667F5E" w14:paraId="673A0F34" w14:textId="77777777" w:rsidTr="00453CB8">
        <w:trPr>
          <w:trHeight w:val="454"/>
          <w:jc w:val="center"/>
        </w:trPr>
        <w:tc>
          <w:tcPr>
            <w:tcW w:w="227" w:type="pct"/>
            <w:tcBorders>
              <w:top w:val="nil"/>
            </w:tcBorders>
            <w:vAlign w:val="center"/>
          </w:tcPr>
          <w:p w14:paraId="677C1649" w14:textId="77777777" w:rsidR="00F96077" w:rsidRPr="00667F5E" w:rsidRDefault="00F96077" w:rsidP="008A5F98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1E6FE3A3" w14:textId="77777777" w:rsidR="00F96077" w:rsidRPr="00667F5E" w:rsidRDefault="00F96077" w:rsidP="008A5F98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457C9405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5747594F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966201F" w14:textId="77777777" w:rsidR="00AE1B2B" w:rsidRDefault="00AE1B2B" w:rsidP="00AE1B2B">
      <w:pPr>
        <w:pStyle w:val="Titolo1"/>
        <w:rPr>
          <w:rFonts w:ascii="Arial" w:hAnsi="Arial" w:cs="Arial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2120"/>
        <w:gridCol w:w="6596"/>
        <w:gridCol w:w="1015"/>
      </w:tblGrid>
      <w:tr w:rsidR="00AE1B2B" w:rsidRPr="00667F5E" w14:paraId="432486B9" w14:textId="77777777" w:rsidTr="00453CB8">
        <w:trPr>
          <w:jc w:val="center"/>
        </w:trPr>
        <w:tc>
          <w:tcPr>
            <w:tcW w:w="227" w:type="pct"/>
            <w:vAlign w:val="center"/>
          </w:tcPr>
          <w:p w14:paraId="1DEB2420" w14:textId="77777777" w:rsidR="00AE1B2B" w:rsidRPr="00667F5E" w:rsidRDefault="00AE1B2B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7F5E">
              <w:rPr>
                <w:rFonts w:ascii="Arial" w:hAnsi="Arial" w:cs="Arial"/>
                <w:sz w:val="24"/>
                <w:szCs w:val="24"/>
              </w:rPr>
              <w:t>N°</w:t>
            </w:r>
          </w:p>
        </w:tc>
        <w:tc>
          <w:tcPr>
            <w:tcW w:w="1040" w:type="pct"/>
            <w:vAlign w:val="center"/>
          </w:tcPr>
          <w:p w14:paraId="60D59173" w14:textId="77777777" w:rsidR="00AE1B2B" w:rsidRPr="00CD0899" w:rsidRDefault="00AE1B2B" w:rsidP="008A5F98">
            <w:pPr>
              <w:jc w:val="center"/>
              <w:rPr>
                <w:rFonts w:ascii="Arial" w:hAnsi="Arial" w:cs="Arial"/>
              </w:rPr>
            </w:pPr>
            <w:r w:rsidRPr="00CD0899">
              <w:rPr>
                <w:rFonts w:ascii="Arial" w:hAnsi="Arial" w:cs="Arial"/>
              </w:rPr>
              <w:t>COGNOME E NOME</w:t>
            </w:r>
          </w:p>
        </w:tc>
        <w:tc>
          <w:tcPr>
            <w:tcW w:w="3235" w:type="pct"/>
            <w:vAlign w:val="center"/>
          </w:tcPr>
          <w:p w14:paraId="7C39E0F5" w14:textId="77777777" w:rsidR="00AE1B2B" w:rsidRPr="00CD0899" w:rsidRDefault="00F96077" w:rsidP="008A5F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GIUDIZIO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14:paraId="537824B1" w14:textId="77777777" w:rsidR="00AE1B2B" w:rsidRPr="00667F5E" w:rsidRDefault="00E92390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VOTO</w:t>
            </w:r>
          </w:p>
        </w:tc>
      </w:tr>
      <w:tr w:rsidR="00F96077" w:rsidRPr="00667F5E" w14:paraId="71352505" w14:textId="77777777" w:rsidTr="00453CB8">
        <w:trPr>
          <w:trHeight w:val="454"/>
          <w:jc w:val="center"/>
        </w:trPr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14:paraId="6B513AAD" w14:textId="77777777" w:rsidR="00F96077" w:rsidRPr="00667F5E" w:rsidRDefault="00F96077" w:rsidP="00453C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2644E607" w14:textId="77777777" w:rsidR="00F96077" w:rsidRPr="00667F5E" w:rsidRDefault="00F96077" w:rsidP="008A5F98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3C3952AA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 w:val="restart"/>
            <w:vAlign w:val="center"/>
          </w:tcPr>
          <w:p w14:paraId="7E251F77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77" w:rsidRPr="00667F5E" w14:paraId="00F027B3" w14:textId="77777777" w:rsidTr="00453CB8">
        <w:trPr>
          <w:trHeight w:val="454"/>
          <w:jc w:val="center"/>
        </w:trPr>
        <w:tc>
          <w:tcPr>
            <w:tcW w:w="227" w:type="pct"/>
            <w:tcBorders>
              <w:bottom w:val="nil"/>
            </w:tcBorders>
            <w:vAlign w:val="center"/>
          </w:tcPr>
          <w:p w14:paraId="1EDA1659" w14:textId="77777777" w:rsidR="00F96077" w:rsidRPr="00667F5E" w:rsidRDefault="00F96077" w:rsidP="008A5F98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2F980C9B" w14:textId="77777777" w:rsidR="00F96077" w:rsidRPr="00667F5E" w:rsidRDefault="00F96077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77285997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6201FA67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77" w:rsidRPr="00667F5E" w14:paraId="6A0EF9BA" w14:textId="77777777" w:rsidTr="00453CB8">
        <w:trPr>
          <w:trHeight w:val="454"/>
          <w:jc w:val="center"/>
        </w:trPr>
        <w:tc>
          <w:tcPr>
            <w:tcW w:w="227" w:type="pct"/>
            <w:tcBorders>
              <w:top w:val="nil"/>
              <w:bottom w:val="nil"/>
            </w:tcBorders>
            <w:vAlign w:val="center"/>
          </w:tcPr>
          <w:p w14:paraId="182FAF2F" w14:textId="77777777" w:rsidR="00F96077" w:rsidRPr="00667F5E" w:rsidRDefault="00F96077" w:rsidP="008A5F98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7860578B" w14:textId="77777777" w:rsidR="00F96077" w:rsidRPr="00667F5E" w:rsidRDefault="00F96077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230B610D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06970106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77" w:rsidRPr="00667F5E" w14:paraId="70EA65B3" w14:textId="77777777" w:rsidTr="00453CB8">
        <w:trPr>
          <w:trHeight w:val="454"/>
          <w:jc w:val="center"/>
        </w:trPr>
        <w:tc>
          <w:tcPr>
            <w:tcW w:w="227" w:type="pct"/>
            <w:tcBorders>
              <w:top w:val="nil"/>
            </w:tcBorders>
            <w:vAlign w:val="center"/>
          </w:tcPr>
          <w:p w14:paraId="5B8F3766" w14:textId="77777777" w:rsidR="00F96077" w:rsidRPr="00667F5E" w:rsidRDefault="00F96077" w:rsidP="008A5F98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204D344D" w14:textId="77777777" w:rsidR="00F96077" w:rsidRPr="00667F5E" w:rsidRDefault="00F96077" w:rsidP="008A5F98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4CDC2532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348BC3FC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4C64FB" w14:textId="77777777" w:rsidR="00AE1B2B" w:rsidRDefault="00AE1B2B" w:rsidP="00AE1B2B">
      <w:pPr>
        <w:pStyle w:val="Titolo1"/>
        <w:rPr>
          <w:rFonts w:ascii="Arial" w:hAnsi="Arial" w:cs="Arial"/>
          <w:sz w:val="16"/>
          <w:szCs w:val="16"/>
        </w:rPr>
      </w:pPr>
    </w:p>
    <w:p w14:paraId="4ABE525B" w14:textId="77777777" w:rsidR="000D216B" w:rsidRDefault="000D216B" w:rsidP="00AE1B2B"/>
    <w:p w14:paraId="22B8184D" w14:textId="77777777" w:rsidR="00AE1B2B" w:rsidRDefault="00AE1B2B" w:rsidP="00AE1B2B"/>
    <w:p w14:paraId="1E17E7AE" w14:textId="5F5A1039" w:rsidR="00242A8A" w:rsidRDefault="008E60CF" w:rsidP="00242A8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Bisuschio,</w:t>
      </w:r>
      <w:r w:rsidR="00242A8A">
        <w:rPr>
          <w:rFonts w:ascii="Arial" w:hAnsi="Arial" w:cs="Arial"/>
          <w:sz w:val="24"/>
          <w:szCs w:val="24"/>
        </w:rPr>
        <w:t xml:space="preserve"> lì……………………..</w:t>
      </w:r>
    </w:p>
    <w:p w14:paraId="17E93BB6" w14:textId="77777777" w:rsidR="008E60CF" w:rsidRDefault="008E60CF" w:rsidP="008E60CF">
      <w:pPr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</w:p>
    <w:p w14:paraId="633C21AA" w14:textId="77777777" w:rsidR="008E60CF" w:rsidRDefault="008E60CF" w:rsidP="008E60CF">
      <w:pPr>
        <w:spacing w:line="320" w:lineRule="exact"/>
        <w:rPr>
          <w:rFonts w:ascii="Arial" w:hAnsi="Arial" w:cs="Arial"/>
          <w:sz w:val="24"/>
          <w:szCs w:val="24"/>
        </w:rPr>
      </w:pPr>
    </w:p>
    <w:p w14:paraId="29ACCFA7" w14:textId="69A46824" w:rsidR="008E60CF" w:rsidRDefault="008E60CF" w:rsidP="008E60CF">
      <w:pPr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7C6189">
        <w:rPr>
          <w:rFonts w:ascii="Arial" w:hAnsi="Arial" w:cs="Arial"/>
          <w:sz w:val="24"/>
          <w:szCs w:val="24"/>
        </w:rPr>
        <w:t>Il Presidente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65A709B0" w14:textId="77777777" w:rsidR="008E60CF" w:rsidRPr="007C6189" w:rsidRDefault="008E60CF" w:rsidP="008E60CF">
      <w:pPr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I Docenti</w:t>
      </w:r>
    </w:p>
    <w:p w14:paraId="542BA4D7" w14:textId="77777777" w:rsidR="008E60CF" w:rsidRPr="007C6189" w:rsidRDefault="008E60CF" w:rsidP="008E60CF">
      <w:pPr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 w:rsidRPr="007C6189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………………..</w:t>
      </w:r>
    </w:p>
    <w:p w14:paraId="295FA845" w14:textId="77777777" w:rsidR="008E60CF" w:rsidRDefault="008E60CF" w:rsidP="008E60C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</w:t>
      </w:r>
    </w:p>
    <w:p w14:paraId="55C72293" w14:textId="77777777" w:rsidR="008E60CF" w:rsidRDefault="008E60CF" w:rsidP="008E60C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7C6189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………………..</w:t>
      </w:r>
    </w:p>
    <w:p w14:paraId="5386547E" w14:textId="77777777" w:rsidR="008E60CF" w:rsidRDefault="008E60CF" w:rsidP="008E60C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644AD848" w14:textId="77777777" w:rsidR="008E60CF" w:rsidRDefault="008E60CF" w:rsidP="008E60CF">
      <w:pPr>
        <w:jc w:val="right"/>
        <w:rPr>
          <w:rFonts w:ascii="Arial" w:hAnsi="Arial" w:cs="Arial"/>
          <w:sz w:val="24"/>
          <w:szCs w:val="24"/>
        </w:rPr>
      </w:pPr>
      <w:r w:rsidRPr="007C6189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………………..</w:t>
      </w:r>
    </w:p>
    <w:p w14:paraId="17666325" w14:textId="77777777" w:rsidR="008E60CF" w:rsidRDefault="008E60CF" w:rsidP="008E60CF">
      <w:pPr>
        <w:jc w:val="right"/>
        <w:rPr>
          <w:rFonts w:ascii="Arial" w:hAnsi="Arial" w:cs="Arial"/>
          <w:sz w:val="24"/>
          <w:szCs w:val="24"/>
        </w:rPr>
      </w:pPr>
      <w:r w:rsidRPr="007C6189">
        <w:rPr>
          <w:rFonts w:ascii="Arial" w:hAnsi="Arial" w:cs="Arial"/>
          <w:sz w:val="24"/>
          <w:szCs w:val="24"/>
        </w:rPr>
        <w:t>…</w:t>
      </w:r>
    </w:p>
    <w:p w14:paraId="0B890B68" w14:textId="77777777" w:rsidR="00013D2A" w:rsidRPr="00667F5E" w:rsidRDefault="00013D2A" w:rsidP="007C6189">
      <w:pPr>
        <w:spacing w:line="320" w:lineRule="exact"/>
        <w:jc w:val="center"/>
        <w:rPr>
          <w:sz w:val="24"/>
          <w:szCs w:val="24"/>
        </w:rPr>
      </w:pPr>
    </w:p>
    <w:sectPr w:rsidR="00013D2A" w:rsidRPr="00667F5E" w:rsidSect="00F76DD4">
      <w:headerReference w:type="default" r:id="rId7"/>
      <w:footerReference w:type="default" r:id="rId8"/>
      <w:headerReference w:type="first" r:id="rId9"/>
      <w:pgSz w:w="11906" w:h="16838"/>
      <w:pgMar w:top="1418" w:right="851" w:bottom="851" w:left="851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1DCCB" w14:textId="77777777" w:rsidR="007F78B9" w:rsidRDefault="007F78B9">
      <w:r>
        <w:separator/>
      </w:r>
    </w:p>
  </w:endnote>
  <w:endnote w:type="continuationSeparator" w:id="0">
    <w:p w14:paraId="4FBEFC45" w14:textId="77777777" w:rsidR="007F78B9" w:rsidRDefault="007F7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5203364"/>
      <w:docPartObj>
        <w:docPartGallery w:val="Page Numbers (Bottom of Page)"/>
        <w:docPartUnique/>
      </w:docPartObj>
    </w:sdtPr>
    <w:sdtEndPr/>
    <w:sdtContent>
      <w:p w14:paraId="065A723C" w14:textId="2182AC4C" w:rsidR="008E60CF" w:rsidRDefault="008E60C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4B1">
          <w:rPr>
            <w:noProof/>
          </w:rPr>
          <w:t>2</w:t>
        </w:r>
        <w:r>
          <w:fldChar w:fldCharType="end"/>
        </w:r>
      </w:p>
    </w:sdtContent>
  </w:sdt>
  <w:p w14:paraId="57C93FC4" w14:textId="0E235B9C" w:rsidR="00F76DD4" w:rsidRPr="004015E8" w:rsidRDefault="00F76DD4" w:rsidP="00F76DD4">
    <w:pPr>
      <w:pStyle w:val="Pidipagina"/>
      <w:jc w:val="right"/>
      <w:rPr>
        <w:rFonts w:ascii="Arial" w:hAnsi="Arial" w:cs="Arial"/>
        <w:i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4F0F4" w14:textId="77777777" w:rsidR="007F78B9" w:rsidRDefault="007F78B9">
      <w:r>
        <w:separator/>
      </w:r>
    </w:p>
  </w:footnote>
  <w:footnote w:type="continuationSeparator" w:id="0">
    <w:p w14:paraId="2997D81F" w14:textId="77777777" w:rsidR="007F78B9" w:rsidRDefault="007F7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A3AE9" w14:textId="77777777" w:rsidR="00013D2A" w:rsidRDefault="00013D2A" w:rsidP="00F76DD4">
    <w:pPr>
      <w:pStyle w:val="Intestazione"/>
    </w:pPr>
  </w:p>
  <w:p w14:paraId="0433B8B6" w14:textId="77777777" w:rsidR="008E60CF" w:rsidRDefault="008E60CF" w:rsidP="008E60CF">
    <w:pPr>
      <w:pStyle w:val="Intestazione"/>
      <w:tabs>
        <w:tab w:val="clear" w:pos="4819"/>
        <w:tab w:val="center" w:pos="5103"/>
      </w:tabs>
      <w:jc w:val="center"/>
    </w:pPr>
    <w:r>
      <w:tab/>
    </w:r>
    <w:r w:rsidR="007F78B9">
      <w:rPr>
        <w:lang w:val="x-none" w:eastAsia="x-none"/>
      </w:rPr>
      <w:object w:dxaOrig="1440" w:dyaOrig="1440" w14:anchorId="0A12B6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.35pt;margin-top:13.15pt;width:63.15pt;height:90pt;z-index:251666432;mso-position-horizontal-relative:text;mso-position-vertical-relative:text" o:allowincell="f">
          <v:imagedata r:id="rId1" o:title=""/>
        </v:shape>
        <o:OLEObject Type="Embed" ProgID="CorelPhotoPaint.Image.8" ShapeID="_x0000_s2054" DrawAspect="Content" ObjectID="_1712317521" r:id="rId2"/>
      </w:object>
    </w:r>
    <w:r>
      <w:t xml:space="preserve">Ministero dell’Istruzione </w:t>
    </w:r>
  </w:p>
  <w:p w14:paraId="4F41D27E" w14:textId="77777777" w:rsidR="008E60CF" w:rsidRDefault="008E60CF" w:rsidP="008E60CF">
    <w:pPr>
      <w:pStyle w:val="Intestazione"/>
      <w:tabs>
        <w:tab w:val="clear" w:pos="4819"/>
        <w:tab w:val="clear" w:pos="9638"/>
        <w:tab w:val="center" w:pos="5103"/>
        <w:tab w:val="right" w:pos="13750"/>
      </w:tabs>
      <w:jc w:val="center"/>
      <w:rPr>
        <w:rFonts w:ascii="Bookman Old Style" w:hAnsi="Bookman Old Style"/>
        <w:b/>
        <w:spacing w:val="60"/>
      </w:rPr>
    </w:pPr>
    <w:r>
      <w:rPr>
        <w:rFonts w:ascii="Bookman Old Style" w:hAnsi="Bookman Old Style"/>
        <w:b/>
        <w:spacing w:val="60"/>
      </w:rPr>
      <w:t>ISTITUTO STATALE ISTRUZIONE SUPERIORE</w:t>
    </w:r>
  </w:p>
  <w:p w14:paraId="2B350457" w14:textId="77777777" w:rsidR="008E60CF" w:rsidRDefault="008E60CF" w:rsidP="008E60CF">
    <w:pPr>
      <w:pStyle w:val="Intestazione"/>
      <w:tabs>
        <w:tab w:val="clear" w:pos="4819"/>
        <w:tab w:val="center" w:pos="5103"/>
      </w:tabs>
      <w:spacing w:after="40"/>
      <w:jc w:val="center"/>
      <w:rPr>
        <w:rFonts w:ascii="Bookman Old Style" w:hAnsi="Bookman Old Style"/>
        <w:b/>
        <w:i/>
        <w:sz w:val="12"/>
        <w:szCs w:val="24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93DB641" wp14:editId="5F85B620">
              <wp:simplePos x="0" y="0"/>
              <wp:positionH relativeFrom="column">
                <wp:posOffset>5060315</wp:posOffset>
              </wp:positionH>
              <wp:positionV relativeFrom="paragraph">
                <wp:posOffset>57150</wp:posOffset>
              </wp:positionV>
              <wp:extent cx="240665" cy="234315"/>
              <wp:effectExtent l="0" t="0" r="6985" b="0"/>
              <wp:wrapNone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262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81EF71" w14:textId="77777777" w:rsidR="008E60CF" w:rsidRDefault="008E60CF" w:rsidP="008E60CF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3DB641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left:0;text-align:left;margin-left:398.45pt;margin-top:4.5pt;width:18.95pt;height:18.4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" stroked="f" strokecolor="blue">
              <v:textbox style="mso-fit-shape-to-text:t">
                <w:txbxContent>
                  <w:p w14:paraId="2181EF71" w14:textId="77777777" w:rsidR="008E60CF" w:rsidRDefault="008E60CF" w:rsidP="008E60CF"/>
                </w:txbxContent>
              </v:textbox>
            </v:shape>
          </w:pict>
        </mc:Fallback>
      </mc:AlternateContent>
    </w:r>
    <w:r>
      <w:rPr>
        <w:noProof/>
        <w:sz w:val="24"/>
        <w:szCs w:val="24"/>
      </w:rPr>
      <w:drawing>
        <wp:anchor distT="0" distB="0" distL="114300" distR="114300" simplePos="0" relativeHeight="251669504" behindDoc="0" locked="0" layoutInCell="1" allowOverlap="1" wp14:anchorId="27A8D3A6" wp14:editId="12CC61F9">
          <wp:simplePos x="0" y="0"/>
          <wp:positionH relativeFrom="column">
            <wp:posOffset>4661535</wp:posOffset>
          </wp:positionH>
          <wp:positionV relativeFrom="paragraph">
            <wp:posOffset>63500</wp:posOffset>
          </wp:positionV>
          <wp:extent cx="1831340" cy="523875"/>
          <wp:effectExtent l="0" t="0" r="0" b="952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134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F44BE8" w14:textId="77777777" w:rsidR="008E60CF" w:rsidRDefault="008E60CF" w:rsidP="008E60CF">
    <w:pPr>
      <w:pStyle w:val="Intestazione"/>
      <w:tabs>
        <w:tab w:val="clear" w:pos="4819"/>
        <w:tab w:val="center" w:pos="5103"/>
      </w:tabs>
      <w:spacing w:after="40"/>
      <w:jc w:val="center"/>
      <w:rPr>
        <w:rFonts w:ascii="Bookman Old Style" w:hAnsi="Bookman Old Style"/>
        <w:sz w:val="1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45D738B1" wp14:editId="6CA6B0B8">
              <wp:simplePos x="0" y="0"/>
              <wp:positionH relativeFrom="column">
                <wp:posOffset>1718310</wp:posOffset>
              </wp:positionH>
              <wp:positionV relativeFrom="paragraph">
                <wp:posOffset>5715</wp:posOffset>
              </wp:positionV>
              <wp:extent cx="3324225" cy="161925"/>
              <wp:effectExtent l="0" t="0" r="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3324225" cy="1619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8472DE" w14:textId="77777777" w:rsidR="008E60CF" w:rsidRDefault="008E60CF" w:rsidP="008E60CF">
                          <w:pPr>
                            <w:pStyle w:val="NormaleWeb"/>
                            <w:spacing w:before="0" w:beforeAutospacing="0" w:after="0" w:afterAutospacing="0"/>
                            <w:jc w:val="center"/>
                            <w:rPr>
                              <w:i/>
                              <w:sz w:val="48"/>
                              <w:szCs w:val="48"/>
                            </w:rPr>
                          </w:pP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D738B1" id="Casella di testo 7" o:spid="_x0000_s1027" type="#_x0000_t202" style="position:absolute;left:0;text-align:left;margin-left:135.3pt;margin-top:.45pt;width:261.75pt;height:1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" o:allowincell="f" filled="f" stroked="f">
              <o:lock v:ext="edit" shapetype="t"/>
              <v:textbox>
                <w:txbxContent>
                  <w:p w14:paraId="6D8472DE" w14:textId="77777777" w:rsidR="008E60CF" w:rsidRDefault="008E60CF" w:rsidP="008E60CF">
                    <w:pPr>
                      <w:pStyle w:val="NormaleWeb"/>
                      <w:spacing w:before="0" w:beforeAutospacing="0" w:after="0" w:afterAutospacing="0"/>
                      <w:jc w:val="center"/>
                      <w:rPr>
                        <w:i/>
                        <w:sz w:val="48"/>
                        <w:szCs w:val="4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51D67B8D" wp14:editId="2C4EC20A">
              <wp:simplePos x="0" y="0"/>
              <wp:positionH relativeFrom="column">
                <wp:posOffset>1440180</wp:posOffset>
              </wp:positionH>
              <wp:positionV relativeFrom="paragraph">
                <wp:posOffset>8255</wp:posOffset>
              </wp:positionV>
              <wp:extent cx="659130" cy="539115"/>
              <wp:effectExtent l="0" t="0" r="6985" b="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9130" cy="5391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F75BCF" w14:textId="77777777" w:rsidR="008E60CF" w:rsidRDefault="008E60CF" w:rsidP="008E60CF">
                          <w:r>
                            <w:rPr>
                              <w:sz w:val="24"/>
                              <w:szCs w:val="24"/>
                            </w:rPr>
                            <w:object w:dxaOrig="1092" w:dyaOrig="1052" w14:anchorId="2CDF8B7F">
                              <v:shape id="_x0000_i1027" type="#_x0000_t75" style="width:37.5pt;height:35.25pt" fillcolor="window">
                                <v:imagedata r:id="rId4" o:title=""/>
                              </v:shape>
                              <o:OLEObject Type="Embed" ProgID="PBrush" ShapeID="_x0000_i1027" DrawAspect="Content" ObjectID="_1712317523" r:id="rId5"/>
                            </w:objec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D67B8D" id="Casella di testo 8" o:spid="_x0000_s1028" type="#_x0000_t202" style="position:absolute;left:0;text-align:left;margin-left:113.4pt;margin-top:.65pt;width:51.9pt;height:42.4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" o:allowincell="f" stroked="f" strokecolor="blue">
              <v:textbox style="mso-fit-shape-to-text:t">
                <w:txbxContent>
                  <w:p w14:paraId="16F75BCF" w14:textId="77777777" w:rsidR="008E60CF" w:rsidRDefault="008E60CF" w:rsidP="008E60CF">
                    <w:r>
                      <w:rPr>
                        <w:sz w:val="24"/>
                        <w:szCs w:val="24"/>
                      </w:rPr>
                      <w:object w:dxaOrig="750" w:dyaOrig="705" w14:anchorId="2CDF8B7F">
                        <v:shape id="_x0000_i1037" type="#_x0000_t75" style="width:37.5pt;height:35.25pt" fillcolor="window">
                          <v:imagedata r:id="rId6" o:title=""/>
                        </v:shape>
                        <o:OLEObject Type="Embed" ProgID="PBrush" ShapeID="_x0000_i1037" DrawAspect="Content" ObjectID="_1712317034" r:id="rId7"/>
                      </w:object>
                    </w:r>
                  </w:p>
                </w:txbxContent>
              </v:textbox>
            </v:shape>
          </w:pict>
        </mc:Fallback>
      </mc:AlternateContent>
    </w:r>
    <w:r>
      <w:rPr>
        <w:rFonts w:ascii="Bookman Old Style" w:hAnsi="Bookman Old Style"/>
        <w:noProof/>
        <w:sz w:val="12"/>
      </w:rPr>
      <w:drawing>
        <wp:inline distT="0" distB="0" distL="0" distR="0" wp14:anchorId="6476D019" wp14:editId="3D1A4073">
          <wp:extent cx="1704975" cy="200025"/>
          <wp:effectExtent l="0" t="0" r="9525" b="9525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10D600" w14:textId="77777777" w:rsidR="008E60CF" w:rsidRDefault="008E60CF" w:rsidP="008E60CF">
    <w:pPr>
      <w:pStyle w:val="Intestazione"/>
      <w:tabs>
        <w:tab w:val="clear" w:pos="4819"/>
        <w:tab w:val="clear" w:pos="9638"/>
        <w:tab w:val="center" w:pos="5103"/>
        <w:tab w:val="left" w:pos="8280"/>
        <w:tab w:val="right" w:pos="10206"/>
      </w:tabs>
      <w:jc w:val="center"/>
      <w:rPr>
        <w:spacing w:val="-16"/>
        <w:sz w:val="18"/>
      </w:rPr>
    </w:pPr>
    <w:r>
      <w:rPr>
        <w:spacing w:val="-16"/>
        <w:sz w:val="18"/>
      </w:rPr>
      <w:t xml:space="preserve">Liceo Scientifico - </w:t>
    </w:r>
    <w:r>
      <w:rPr>
        <w:sz w:val="18"/>
      </w:rPr>
      <w:t>Liceo delle Scienze Umane</w:t>
    </w:r>
  </w:p>
  <w:p w14:paraId="5EEEAC38" w14:textId="77777777" w:rsidR="008E60CF" w:rsidRDefault="008E60CF" w:rsidP="008E60CF">
    <w:pPr>
      <w:pStyle w:val="Intestazione"/>
      <w:tabs>
        <w:tab w:val="clear" w:pos="4819"/>
        <w:tab w:val="clear" w:pos="9638"/>
        <w:tab w:val="center" w:pos="5103"/>
        <w:tab w:val="right" w:pos="10206"/>
      </w:tabs>
      <w:jc w:val="center"/>
      <w:rPr>
        <w:spacing w:val="-16"/>
        <w:sz w:val="18"/>
      </w:rPr>
    </w:pPr>
    <w:r>
      <w:rPr>
        <w:spacing w:val="-16"/>
        <w:sz w:val="18"/>
      </w:rPr>
      <w:t>Istituto Tecnico</w:t>
    </w:r>
    <w:r>
      <w:rPr>
        <w:i/>
        <w:spacing w:val="-16"/>
        <w:sz w:val="18"/>
      </w:rPr>
      <w:t xml:space="preserve"> </w:t>
    </w:r>
    <w:r>
      <w:rPr>
        <w:spacing w:val="-16"/>
        <w:sz w:val="18"/>
      </w:rPr>
      <w:t>Turismo</w:t>
    </w:r>
  </w:p>
  <w:p w14:paraId="0551C19B" w14:textId="77777777" w:rsidR="008E60CF" w:rsidRDefault="008E60CF" w:rsidP="008E60CF">
    <w:pPr>
      <w:pStyle w:val="Intestazione"/>
      <w:tabs>
        <w:tab w:val="clear" w:pos="4819"/>
        <w:tab w:val="clear" w:pos="9638"/>
        <w:tab w:val="center" w:pos="5103"/>
        <w:tab w:val="right" w:pos="10206"/>
      </w:tabs>
      <w:jc w:val="center"/>
      <w:rPr>
        <w:spacing w:val="-16"/>
        <w:sz w:val="18"/>
      </w:rPr>
    </w:pPr>
    <w:r>
      <w:rPr>
        <w:spacing w:val="-16"/>
        <w:sz w:val="18"/>
      </w:rPr>
      <w:t>Istituto Professionale per i Servizi Commerciali e Turistici</w:t>
    </w:r>
  </w:p>
  <w:p w14:paraId="2C7D01F2" w14:textId="77777777" w:rsidR="008E60CF" w:rsidRDefault="008E60CF" w:rsidP="008E60CF">
    <w:pPr>
      <w:pStyle w:val="Intestazione"/>
      <w:tabs>
        <w:tab w:val="clear" w:pos="4819"/>
        <w:tab w:val="center" w:pos="5103"/>
      </w:tabs>
      <w:jc w:val="center"/>
      <w:rPr>
        <w:rFonts w:ascii="Bookman Old Style" w:hAnsi="Bookman Old Style"/>
        <w:b/>
        <w:spacing w:val="-16"/>
        <w:sz w:val="18"/>
      </w:rPr>
    </w:pPr>
    <w:r>
      <w:rPr>
        <w:spacing w:val="-16"/>
        <w:sz w:val="18"/>
      </w:rPr>
      <w:t>Istituto Tecnico Amministrazione, Finanza e Marketing – Relazioni Internazionali</w:t>
    </w:r>
  </w:p>
  <w:p w14:paraId="52C061F3" w14:textId="77777777" w:rsidR="008E60CF" w:rsidRDefault="008E60CF" w:rsidP="008E60CF">
    <w:pPr>
      <w:pStyle w:val="Intestazione"/>
      <w:tabs>
        <w:tab w:val="clear" w:pos="4819"/>
        <w:tab w:val="center" w:pos="5103"/>
      </w:tabs>
      <w:jc w:val="center"/>
    </w:pPr>
    <w:r>
      <w:rPr>
        <w:sz w:val="18"/>
      </w:rPr>
      <w:t xml:space="preserve">Via Roma, 57 - 21050 Bisuschio (VA) - </w:t>
    </w:r>
    <w:r>
      <w:rPr>
        <w:sz w:val="18"/>
      </w:rPr>
      <w:sym w:font="Wingdings" w:char="F028"/>
    </w:r>
    <w:r>
      <w:rPr>
        <w:sz w:val="18"/>
      </w:rPr>
      <w:t xml:space="preserve"> Tel. 0332856760 – </w:t>
    </w:r>
    <w:r>
      <w:rPr>
        <w:sz w:val="18"/>
      </w:rPr>
      <w:sym w:font="Webdings" w:char="F0CA"/>
    </w:r>
    <w:r>
      <w:rPr>
        <w:sz w:val="18"/>
      </w:rPr>
      <w:t>Fax 0332474918</w:t>
    </w:r>
  </w:p>
  <w:p w14:paraId="397A9A98" w14:textId="77777777" w:rsidR="008E60CF" w:rsidRDefault="008E60CF" w:rsidP="008E60CF">
    <w:pPr>
      <w:pStyle w:val="Intestazione"/>
      <w:tabs>
        <w:tab w:val="clear" w:pos="9638"/>
        <w:tab w:val="right" w:pos="10632"/>
      </w:tabs>
      <w:jc w:val="center"/>
      <w:rPr>
        <w:sz w:val="24"/>
      </w:rPr>
    </w:pPr>
    <w:r>
      <w:t>________________________________________________________________________________</w:t>
    </w:r>
  </w:p>
  <w:p w14:paraId="2F89819A" w14:textId="77777777" w:rsidR="008E60CF" w:rsidRDefault="008E60CF" w:rsidP="008E60CF">
    <w:pPr>
      <w:pStyle w:val="Intestazione"/>
      <w:jc w:val="center"/>
    </w:pPr>
  </w:p>
  <w:p w14:paraId="105ACAA0" w14:textId="139862E1" w:rsidR="00F76DD4" w:rsidRPr="00F76DD4" w:rsidRDefault="008E60CF" w:rsidP="008E60CF">
    <w:pPr>
      <w:pStyle w:val="Intestazione"/>
      <w:tabs>
        <w:tab w:val="left" w:pos="32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547B2" w14:textId="77777777" w:rsidR="00EF7964" w:rsidRDefault="007F78B9" w:rsidP="00EF7964">
    <w:pPr>
      <w:pStyle w:val="Intestazione"/>
      <w:tabs>
        <w:tab w:val="clear" w:pos="4819"/>
        <w:tab w:val="center" w:pos="5103"/>
      </w:tabs>
      <w:jc w:val="center"/>
    </w:pPr>
    <w:r>
      <w:rPr>
        <w:lang w:val="x-none" w:eastAsia="x-none"/>
      </w:rPr>
      <w:object w:dxaOrig="1440" w:dyaOrig="1440" w14:anchorId="3C4A70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.35pt;margin-top:13.15pt;width:63.15pt;height:90pt;z-index:251660288;mso-position-horizontal-relative:text;mso-position-vertical-relative:text" o:allowincell="f">
          <v:imagedata r:id="rId1" o:title=""/>
        </v:shape>
        <o:OLEObject Type="Embed" ProgID="CorelPhotoPaint.Image.8" ShapeID="_x0000_s2050" DrawAspect="Content" ObjectID="_1712317522" r:id="rId2"/>
      </w:object>
    </w:r>
    <w:r w:rsidR="00EF7964">
      <w:t xml:space="preserve">Ministero dell’Istruzione </w:t>
    </w:r>
  </w:p>
  <w:p w14:paraId="06EC5E9F" w14:textId="77777777" w:rsidR="00EF7964" w:rsidRDefault="00EF7964" w:rsidP="00EF7964">
    <w:pPr>
      <w:pStyle w:val="Intestazione"/>
      <w:tabs>
        <w:tab w:val="clear" w:pos="4819"/>
        <w:tab w:val="clear" w:pos="9638"/>
        <w:tab w:val="center" w:pos="5103"/>
        <w:tab w:val="right" w:pos="13750"/>
      </w:tabs>
      <w:jc w:val="center"/>
      <w:rPr>
        <w:rFonts w:ascii="Bookman Old Style" w:hAnsi="Bookman Old Style"/>
        <w:b/>
        <w:spacing w:val="60"/>
      </w:rPr>
    </w:pPr>
    <w:r>
      <w:rPr>
        <w:rFonts w:ascii="Bookman Old Style" w:hAnsi="Bookman Old Style"/>
        <w:b/>
        <w:spacing w:val="60"/>
      </w:rPr>
      <w:t>ISTITUTO STATALE ISTRUZIONE SUPERIORE</w:t>
    </w:r>
  </w:p>
  <w:p w14:paraId="34F69D0E" w14:textId="76C10312" w:rsidR="00EF7964" w:rsidRDefault="00EF7964" w:rsidP="00EF7964">
    <w:pPr>
      <w:pStyle w:val="Intestazione"/>
      <w:tabs>
        <w:tab w:val="clear" w:pos="4819"/>
        <w:tab w:val="center" w:pos="5103"/>
      </w:tabs>
      <w:spacing w:after="40"/>
      <w:jc w:val="center"/>
      <w:rPr>
        <w:rFonts w:ascii="Bookman Old Style" w:hAnsi="Bookman Old Style"/>
        <w:b/>
        <w:i/>
        <w:sz w:val="12"/>
        <w:szCs w:val="24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ECF8BAF" wp14:editId="066BF5CA">
              <wp:simplePos x="0" y="0"/>
              <wp:positionH relativeFrom="column">
                <wp:posOffset>5060315</wp:posOffset>
              </wp:positionH>
              <wp:positionV relativeFrom="paragraph">
                <wp:posOffset>57150</wp:posOffset>
              </wp:positionV>
              <wp:extent cx="240665" cy="234315"/>
              <wp:effectExtent l="0" t="0" r="6985" b="0"/>
              <wp:wrapNone/>
              <wp:docPr id="5" name="Casella di tes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262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F8AA2" w14:textId="77777777" w:rsidR="00EF7964" w:rsidRDefault="00EF7964" w:rsidP="00EF7964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CF8BAF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9" type="#_x0000_t202" style="position:absolute;left:0;text-align:left;margin-left:398.45pt;margin-top:4.5pt;width:18.95pt;height:18.4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" stroked="f" strokecolor="blue">
              <v:textbox style="mso-fit-shape-to-text:t">
                <w:txbxContent>
                  <w:p w14:paraId="772F8AA2" w14:textId="77777777" w:rsidR="00EF7964" w:rsidRDefault="00EF7964" w:rsidP="00EF7964"/>
                </w:txbxContent>
              </v:textbox>
            </v:shape>
          </w:pict>
        </mc:Fallback>
      </mc:AlternateContent>
    </w:r>
    <w:r>
      <w:rPr>
        <w:noProof/>
        <w:sz w:val="24"/>
        <w:szCs w:val="24"/>
      </w:rPr>
      <w:drawing>
        <wp:anchor distT="0" distB="0" distL="114300" distR="114300" simplePos="0" relativeHeight="251663360" behindDoc="0" locked="0" layoutInCell="1" allowOverlap="1" wp14:anchorId="4B2E7F15" wp14:editId="655F8374">
          <wp:simplePos x="0" y="0"/>
          <wp:positionH relativeFrom="column">
            <wp:posOffset>4661535</wp:posOffset>
          </wp:positionH>
          <wp:positionV relativeFrom="paragraph">
            <wp:posOffset>63500</wp:posOffset>
          </wp:positionV>
          <wp:extent cx="1831340" cy="523875"/>
          <wp:effectExtent l="0" t="0" r="0" b="952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134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F3EAC3" w14:textId="6557D2D7" w:rsidR="00EF7964" w:rsidRDefault="00EF7964" w:rsidP="00EF7964">
    <w:pPr>
      <w:pStyle w:val="Intestazione"/>
      <w:tabs>
        <w:tab w:val="clear" w:pos="4819"/>
        <w:tab w:val="center" w:pos="5103"/>
      </w:tabs>
      <w:spacing w:after="40"/>
      <w:jc w:val="center"/>
      <w:rPr>
        <w:rFonts w:ascii="Bookman Old Style" w:hAnsi="Bookman Old Style"/>
        <w:sz w:val="1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1CE1F8C" wp14:editId="241C1B80">
              <wp:simplePos x="0" y="0"/>
              <wp:positionH relativeFrom="column">
                <wp:posOffset>1718310</wp:posOffset>
              </wp:positionH>
              <wp:positionV relativeFrom="paragraph">
                <wp:posOffset>5715</wp:posOffset>
              </wp:positionV>
              <wp:extent cx="3324225" cy="161925"/>
              <wp:effectExtent l="0" t="0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3324225" cy="1619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3C36AFA" w14:textId="77777777" w:rsidR="00EF7964" w:rsidRDefault="00EF7964" w:rsidP="00EF7964">
                          <w:pPr>
                            <w:pStyle w:val="NormaleWeb"/>
                            <w:spacing w:before="0" w:beforeAutospacing="0" w:after="0" w:afterAutospacing="0"/>
                            <w:jc w:val="center"/>
                            <w:rPr>
                              <w:i/>
                              <w:sz w:val="48"/>
                              <w:szCs w:val="48"/>
                            </w:rPr>
                          </w:pP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CE1F8C" id="Casella di testo 3" o:spid="_x0000_s1030" type="#_x0000_t202" style="position:absolute;left:0;text-align:left;margin-left:135.3pt;margin-top:.45pt;width:261.7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" o:allowincell="f" filled="f" stroked="f">
              <o:lock v:ext="edit" shapetype="t"/>
              <v:textbox>
                <w:txbxContent>
                  <w:p w14:paraId="23C36AFA" w14:textId="77777777" w:rsidR="00EF7964" w:rsidRDefault="00EF7964" w:rsidP="00EF7964">
                    <w:pPr>
                      <w:pStyle w:val="NormaleWeb"/>
                      <w:spacing w:before="0" w:beforeAutospacing="0" w:after="0" w:afterAutospacing="0"/>
                      <w:jc w:val="center"/>
                      <w:rPr>
                        <w:i/>
                        <w:sz w:val="48"/>
                        <w:szCs w:val="4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B9D0C4F" wp14:editId="2265B3D6">
              <wp:simplePos x="0" y="0"/>
              <wp:positionH relativeFrom="column">
                <wp:posOffset>1440180</wp:posOffset>
              </wp:positionH>
              <wp:positionV relativeFrom="paragraph">
                <wp:posOffset>8255</wp:posOffset>
              </wp:positionV>
              <wp:extent cx="659130" cy="539115"/>
              <wp:effectExtent l="0" t="0" r="6985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9130" cy="5391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FA3FAB" w14:textId="77777777" w:rsidR="00EF7964" w:rsidRDefault="00EF7964" w:rsidP="00EF7964">
                          <w:r>
                            <w:rPr>
                              <w:sz w:val="24"/>
                              <w:szCs w:val="24"/>
                            </w:rPr>
                            <w:object w:dxaOrig="1092" w:dyaOrig="1052" w14:anchorId="5E54B03F">
                              <v:shape id="_x0000_i1030" type="#_x0000_t75" style="width:37.5pt;height:35.25pt" fillcolor="window">
                                <v:imagedata r:id="rId4" o:title=""/>
                              </v:shape>
                              <o:OLEObject Type="Embed" ProgID="PBrush" ShapeID="_x0000_i1030" DrawAspect="Content" ObjectID="_1712317524" r:id="rId5"/>
                            </w:objec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9D0C4F" id="Casella di testo 4" o:spid="_x0000_s1031" type="#_x0000_t202" style="position:absolute;left:0;text-align:left;margin-left:113.4pt;margin-top:.65pt;width:51.9pt;height:42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" o:allowincell="f" stroked="f" strokecolor="blue">
              <v:textbox style="mso-fit-shape-to-text:t">
                <w:txbxContent>
                  <w:p w14:paraId="71FA3FAB" w14:textId="77777777" w:rsidR="00EF7964" w:rsidRDefault="00EF7964" w:rsidP="00EF7964">
                    <w:r>
                      <w:rPr>
                        <w:sz w:val="24"/>
                        <w:szCs w:val="24"/>
                      </w:rPr>
                      <w:object w:dxaOrig="750" w:dyaOrig="705" w14:anchorId="5E54B03F">
                        <v:shape id="_x0000_i1027" type="#_x0000_t75" style="width:37.5pt;height:35.25pt" fillcolor="window">
                          <v:imagedata r:id="rId6" o:title=""/>
                        </v:shape>
                        <o:OLEObject Type="Embed" ProgID="PBrush" ShapeID="_x0000_i1027" DrawAspect="Content" ObjectID="_1712317035" r:id="rId7"/>
                      </w:object>
                    </w:r>
                  </w:p>
                </w:txbxContent>
              </v:textbox>
            </v:shape>
          </w:pict>
        </mc:Fallback>
      </mc:AlternateContent>
    </w:r>
    <w:r>
      <w:rPr>
        <w:rFonts w:ascii="Bookman Old Style" w:hAnsi="Bookman Old Style"/>
        <w:noProof/>
        <w:sz w:val="12"/>
      </w:rPr>
      <w:drawing>
        <wp:inline distT="0" distB="0" distL="0" distR="0" wp14:anchorId="02EE135C" wp14:editId="32351C63">
          <wp:extent cx="1704975" cy="20002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824262" w14:textId="77777777" w:rsidR="00EF7964" w:rsidRDefault="00EF7964" w:rsidP="00EF7964">
    <w:pPr>
      <w:pStyle w:val="Intestazione"/>
      <w:tabs>
        <w:tab w:val="clear" w:pos="4819"/>
        <w:tab w:val="clear" w:pos="9638"/>
        <w:tab w:val="center" w:pos="5103"/>
        <w:tab w:val="left" w:pos="8280"/>
        <w:tab w:val="right" w:pos="10206"/>
      </w:tabs>
      <w:jc w:val="center"/>
      <w:rPr>
        <w:spacing w:val="-16"/>
        <w:sz w:val="18"/>
      </w:rPr>
    </w:pPr>
    <w:r>
      <w:rPr>
        <w:spacing w:val="-16"/>
        <w:sz w:val="18"/>
      </w:rPr>
      <w:t xml:space="preserve">Liceo Scientifico - </w:t>
    </w:r>
    <w:r>
      <w:rPr>
        <w:sz w:val="18"/>
      </w:rPr>
      <w:t>Liceo delle Scienze Umane</w:t>
    </w:r>
  </w:p>
  <w:p w14:paraId="73399A11" w14:textId="77777777" w:rsidR="00EF7964" w:rsidRDefault="00EF7964" w:rsidP="00EF7964">
    <w:pPr>
      <w:pStyle w:val="Intestazione"/>
      <w:tabs>
        <w:tab w:val="clear" w:pos="4819"/>
        <w:tab w:val="clear" w:pos="9638"/>
        <w:tab w:val="center" w:pos="5103"/>
        <w:tab w:val="right" w:pos="10206"/>
      </w:tabs>
      <w:jc w:val="center"/>
      <w:rPr>
        <w:spacing w:val="-16"/>
        <w:sz w:val="18"/>
      </w:rPr>
    </w:pPr>
    <w:r>
      <w:rPr>
        <w:spacing w:val="-16"/>
        <w:sz w:val="18"/>
      </w:rPr>
      <w:t>Istituto Tecnico</w:t>
    </w:r>
    <w:r>
      <w:rPr>
        <w:i/>
        <w:spacing w:val="-16"/>
        <w:sz w:val="18"/>
      </w:rPr>
      <w:t xml:space="preserve"> </w:t>
    </w:r>
    <w:r>
      <w:rPr>
        <w:spacing w:val="-16"/>
        <w:sz w:val="18"/>
      </w:rPr>
      <w:t>Turismo</w:t>
    </w:r>
  </w:p>
  <w:p w14:paraId="03D870BF" w14:textId="77777777" w:rsidR="00EF7964" w:rsidRDefault="00EF7964" w:rsidP="00EF7964">
    <w:pPr>
      <w:pStyle w:val="Intestazione"/>
      <w:tabs>
        <w:tab w:val="clear" w:pos="4819"/>
        <w:tab w:val="clear" w:pos="9638"/>
        <w:tab w:val="center" w:pos="5103"/>
        <w:tab w:val="right" w:pos="10206"/>
      </w:tabs>
      <w:jc w:val="center"/>
      <w:rPr>
        <w:spacing w:val="-16"/>
        <w:sz w:val="18"/>
      </w:rPr>
    </w:pPr>
    <w:r>
      <w:rPr>
        <w:spacing w:val="-16"/>
        <w:sz w:val="18"/>
      </w:rPr>
      <w:t>Istituto Professionale per i Servizi Commerciali e Turistici</w:t>
    </w:r>
  </w:p>
  <w:p w14:paraId="2169F886" w14:textId="77777777" w:rsidR="00EF7964" w:rsidRDefault="00EF7964" w:rsidP="00EF7964">
    <w:pPr>
      <w:pStyle w:val="Intestazione"/>
      <w:tabs>
        <w:tab w:val="clear" w:pos="4819"/>
        <w:tab w:val="center" w:pos="5103"/>
      </w:tabs>
      <w:jc w:val="center"/>
      <w:rPr>
        <w:rFonts w:ascii="Bookman Old Style" w:hAnsi="Bookman Old Style"/>
        <w:b/>
        <w:spacing w:val="-16"/>
        <w:sz w:val="18"/>
      </w:rPr>
    </w:pPr>
    <w:r>
      <w:rPr>
        <w:spacing w:val="-16"/>
        <w:sz w:val="18"/>
      </w:rPr>
      <w:t>Istituto Tecnico Amministrazione, Finanza e Marketing – Relazioni Internazionali</w:t>
    </w:r>
  </w:p>
  <w:p w14:paraId="796FFBCD" w14:textId="77777777" w:rsidR="00EF7964" w:rsidRDefault="00EF7964" w:rsidP="00EF7964">
    <w:pPr>
      <w:pStyle w:val="Intestazione"/>
      <w:tabs>
        <w:tab w:val="clear" w:pos="4819"/>
        <w:tab w:val="center" w:pos="5103"/>
      </w:tabs>
      <w:jc w:val="center"/>
    </w:pPr>
    <w:r>
      <w:rPr>
        <w:sz w:val="18"/>
      </w:rPr>
      <w:t xml:space="preserve">Via Roma, 57 - 21050 Bisuschio (VA) - </w:t>
    </w:r>
    <w:r>
      <w:rPr>
        <w:sz w:val="18"/>
      </w:rPr>
      <w:sym w:font="Wingdings" w:char="F028"/>
    </w:r>
    <w:r>
      <w:rPr>
        <w:sz w:val="18"/>
      </w:rPr>
      <w:t xml:space="preserve"> Tel. 0332856760 – </w:t>
    </w:r>
    <w:r>
      <w:rPr>
        <w:sz w:val="18"/>
      </w:rPr>
      <w:sym w:font="Webdings" w:char="F0CA"/>
    </w:r>
    <w:r>
      <w:rPr>
        <w:sz w:val="18"/>
      </w:rPr>
      <w:t>Fax 0332474918</w:t>
    </w:r>
  </w:p>
  <w:p w14:paraId="581BE07B" w14:textId="77777777" w:rsidR="00EF7964" w:rsidRDefault="00EF7964" w:rsidP="00EF7964">
    <w:pPr>
      <w:pStyle w:val="Intestazione"/>
      <w:tabs>
        <w:tab w:val="clear" w:pos="9638"/>
        <w:tab w:val="right" w:pos="10632"/>
      </w:tabs>
      <w:jc w:val="center"/>
      <w:rPr>
        <w:sz w:val="24"/>
      </w:rPr>
    </w:pPr>
    <w:r>
      <w:t>________________________________________________________________________________</w:t>
    </w:r>
  </w:p>
  <w:p w14:paraId="142CACC0" w14:textId="77777777" w:rsidR="00F76DD4" w:rsidRDefault="00F76DD4" w:rsidP="00CA4D2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1" w15:restartNumberingAfterBreak="0">
    <w:nsid w:val="009E5185"/>
    <w:multiLevelType w:val="hybridMultilevel"/>
    <w:tmpl w:val="C76AC8D2"/>
    <w:lvl w:ilvl="0" w:tplc="0410000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</w:lvl>
    <w:lvl w:ilvl="2" w:tplc="04100005">
      <w:start w:val="1"/>
      <w:numFmt w:val="decimal"/>
      <w:lvlText w:val="%3."/>
      <w:lvlJc w:val="left"/>
      <w:pPr>
        <w:tabs>
          <w:tab w:val="num" w:pos="2557"/>
        </w:tabs>
        <w:ind w:left="2557" w:hanging="360"/>
      </w:pPr>
    </w:lvl>
    <w:lvl w:ilvl="3" w:tplc="0410000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00003">
      <w:start w:val="1"/>
      <w:numFmt w:val="decimal"/>
      <w:lvlText w:val="%5."/>
      <w:lvlJc w:val="left"/>
      <w:pPr>
        <w:tabs>
          <w:tab w:val="num" w:pos="3997"/>
        </w:tabs>
        <w:ind w:left="3997" w:hanging="360"/>
      </w:pPr>
    </w:lvl>
    <w:lvl w:ilvl="5" w:tplc="04100005">
      <w:start w:val="1"/>
      <w:numFmt w:val="decimal"/>
      <w:lvlText w:val="%6."/>
      <w:lvlJc w:val="left"/>
      <w:pPr>
        <w:tabs>
          <w:tab w:val="num" w:pos="4717"/>
        </w:tabs>
        <w:ind w:left="4717" w:hanging="360"/>
      </w:pPr>
    </w:lvl>
    <w:lvl w:ilvl="6" w:tplc="0410000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00003">
      <w:start w:val="1"/>
      <w:numFmt w:val="decimal"/>
      <w:lvlText w:val="%8."/>
      <w:lvlJc w:val="left"/>
      <w:pPr>
        <w:tabs>
          <w:tab w:val="num" w:pos="6157"/>
        </w:tabs>
        <w:ind w:left="6157" w:hanging="360"/>
      </w:pPr>
    </w:lvl>
    <w:lvl w:ilvl="8" w:tplc="04100005">
      <w:start w:val="1"/>
      <w:numFmt w:val="decimal"/>
      <w:lvlText w:val="%9."/>
      <w:lvlJc w:val="left"/>
      <w:pPr>
        <w:tabs>
          <w:tab w:val="num" w:pos="6877"/>
        </w:tabs>
        <w:ind w:left="6877" w:hanging="360"/>
      </w:pPr>
    </w:lvl>
  </w:abstractNum>
  <w:abstractNum w:abstractNumId="2" w15:restartNumberingAfterBreak="0">
    <w:nsid w:val="0F25406A"/>
    <w:multiLevelType w:val="hybridMultilevel"/>
    <w:tmpl w:val="4E766C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34541"/>
    <w:multiLevelType w:val="multilevel"/>
    <w:tmpl w:val="44EA2690"/>
    <w:lvl w:ilvl="0">
      <w:start w:val="1"/>
      <w:numFmt w:val="lowerLetter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17A42B1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8AD65C5"/>
    <w:multiLevelType w:val="hybridMultilevel"/>
    <w:tmpl w:val="BE1A61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281296"/>
    <w:multiLevelType w:val="hybridMultilevel"/>
    <w:tmpl w:val="6BFAE292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7E677795"/>
    <w:multiLevelType w:val="hybridMultilevel"/>
    <w:tmpl w:val="CDF021F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A6A"/>
    <w:rsid w:val="00011D16"/>
    <w:rsid w:val="00013D2A"/>
    <w:rsid w:val="00093361"/>
    <w:rsid w:val="000C1279"/>
    <w:rsid w:val="000D1BEC"/>
    <w:rsid w:val="000D216B"/>
    <w:rsid w:val="001769BF"/>
    <w:rsid w:val="001874C0"/>
    <w:rsid w:val="001D236D"/>
    <w:rsid w:val="00242A8A"/>
    <w:rsid w:val="003338C7"/>
    <w:rsid w:val="00395CE1"/>
    <w:rsid w:val="00396F62"/>
    <w:rsid w:val="00453CB8"/>
    <w:rsid w:val="004937B5"/>
    <w:rsid w:val="004E0AB2"/>
    <w:rsid w:val="004F29C8"/>
    <w:rsid w:val="0054117F"/>
    <w:rsid w:val="00667F5E"/>
    <w:rsid w:val="00704145"/>
    <w:rsid w:val="00796DB4"/>
    <w:rsid w:val="007A28A2"/>
    <w:rsid w:val="007C6189"/>
    <w:rsid w:val="007F51E5"/>
    <w:rsid w:val="007F78B9"/>
    <w:rsid w:val="008004B1"/>
    <w:rsid w:val="008333F0"/>
    <w:rsid w:val="008A5F98"/>
    <w:rsid w:val="008D4D48"/>
    <w:rsid w:val="008E60CF"/>
    <w:rsid w:val="008F572A"/>
    <w:rsid w:val="00905FB3"/>
    <w:rsid w:val="00906A6A"/>
    <w:rsid w:val="00927B43"/>
    <w:rsid w:val="00963AC4"/>
    <w:rsid w:val="009654E3"/>
    <w:rsid w:val="009711E3"/>
    <w:rsid w:val="009735DD"/>
    <w:rsid w:val="009F5B1E"/>
    <w:rsid w:val="00AA036A"/>
    <w:rsid w:val="00AB0C72"/>
    <w:rsid w:val="00AD46D6"/>
    <w:rsid w:val="00AE1B2B"/>
    <w:rsid w:val="00B0120C"/>
    <w:rsid w:val="00B03F14"/>
    <w:rsid w:val="00B168A8"/>
    <w:rsid w:val="00B368BB"/>
    <w:rsid w:val="00B4588E"/>
    <w:rsid w:val="00B82887"/>
    <w:rsid w:val="00BB70D1"/>
    <w:rsid w:val="00BF4FCD"/>
    <w:rsid w:val="00C30254"/>
    <w:rsid w:val="00CA4D21"/>
    <w:rsid w:val="00CB7164"/>
    <w:rsid w:val="00CC6F70"/>
    <w:rsid w:val="00CD229A"/>
    <w:rsid w:val="00DE2972"/>
    <w:rsid w:val="00E021EB"/>
    <w:rsid w:val="00E10D3E"/>
    <w:rsid w:val="00E55920"/>
    <w:rsid w:val="00E74862"/>
    <w:rsid w:val="00E92390"/>
    <w:rsid w:val="00EF627D"/>
    <w:rsid w:val="00EF7964"/>
    <w:rsid w:val="00F27C5C"/>
    <w:rsid w:val="00F641A2"/>
    <w:rsid w:val="00F76DD4"/>
    <w:rsid w:val="00F96077"/>
    <w:rsid w:val="00FE30FB"/>
    <w:rsid w:val="00FE5237"/>
    <w:rsid w:val="00FE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2A9A9704"/>
  <w15:docId w15:val="{756F6439-4A2C-4BB9-88D3-2DE20CA8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4"/>
      <w:szCs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sz w:val="24"/>
      <w:u w:val="single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sz w:val="28"/>
      <w:lang w:val="pl-PL" w:eastAsia="pl-PL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u w:val="single"/>
      <w:lang w:eastAsia="pl-P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semiHidden/>
    <w:pPr>
      <w:jc w:val="both"/>
    </w:pPr>
    <w:rPr>
      <w:b/>
      <w:sz w:val="24"/>
    </w:rPr>
  </w:style>
  <w:style w:type="paragraph" w:styleId="NormaleWeb">
    <w:name w:val="Normal (Web)"/>
    <w:basedOn w:val="Normale"/>
    <w:uiPriority w:val="99"/>
    <w:semiHidden/>
    <w:pPr>
      <w:spacing w:before="100" w:beforeAutospacing="1" w:after="100" w:afterAutospacing="1"/>
    </w:pPr>
    <w:rPr>
      <w:sz w:val="24"/>
      <w:szCs w:val="24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semiHidden/>
    <w:pPr>
      <w:jc w:val="both"/>
    </w:pPr>
    <w:rPr>
      <w:sz w:val="28"/>
    </w:rPr>
  </w:style>
  <w:style w:type="table" w:styleId="Grigliatabella">
    <w:name w:val="Table Grid"/>
    <w:basedOn w:val="Tabellanormale"/>
    <w:uiPriority w:val="59"/>
    <w:rsid w:val="00F27C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E5237"/>
    <w:rPr>
      <w:color w:val="0000FF"/>
      <w:u w:val="singl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30FB"/>
  </w:style>
  <w:style w:type="paragraph" w:styleId="Nessunaspaziatura">
    <w:name w:val="No Spacing"/>
    <w:uiPriority w:val="1"/>
    <w:qFormat/>
    <w:rsid w:val="00F76DD4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6DD4"/>
  </w:style>
  <w:style w:type="paragraph" w:styleId="Paragrafoelenco">
    <w:name w:val="List Paragraph"/>
    <w:basedOn w:val="Normale"/>
    <w:uiPriority w:val="34"/>
    <w:qFormat/>
    <w:rsid w:val="00965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9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image" Target="media/image2.png"/><Relationship Id="rId7" Type="http://schemas.openxmlformats.org/officeDocument/2006/relationships/oleObject" Target="embeddings/oleObject3.bin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6" Type="http://schemas.openxmlformats.org/officeDocument/2006/relationships/image" Target="media/image30.png"/><Relationship Id="rId5" Type="http://schemas.openxmlformats.org/officeDocument/2006/relationships/oleObject" Target="embeddings/oleObject2.bin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image" Target="media/image2.png"/><Relationship Id="rId7" Type="http://schemas.openxmlformats.org/officeDocument/2006/relationships/oleObject" Target="embeddings/oleObject6.bin"/><Relationship Id="rId2" Type="http://schemas.openxmlformats.org/officeDocument/2006/relationships/oleObject" Target="embeddings/oleObject4.bin"/><Relationship Id="rId1" Type="http://schemas.openxmlformats.org/officeDocument/2006/relationships/image" Target="media/image1.png"/><Relationship Id="rId6" Type="http://schemas.openxmlformats.org/officeDocument/2006/relationships/image" Target="media/image30.png"/><Relationship Id="rId5" Type="http://schemas.openxmlformats.org/officeDocument/2006/relationships/oleObject" Target="embeddings/oleObject5.bin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tente\Desktop\carta%20intestata\CARTA%20INTESTATA%20ARCHIMEDE%20VERTIC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ARCHIMEDE VERTICALE</Template>
  <TotalTime>0</TotalTime>
  <Pages>4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CORREZIONE PROVA SCRITTA DI ……………………</vt:lpstr>
    </vt:vector>
  </TitlesOfParts>
  <Company>a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CORREZIONE PROVA SCRITTA DI ……………………</dc:title>
  <dc:creator>Anna Schettino</dc:creator>
  <cp:keywords>Modulistica; Verbali; Esami</cp:keywords>
  <cp:lastModifiedBy>UTENTE</cp:lastModifiedBy>
  <cp:revision>2</cp:revision>
  <cp:lastPrinted>2012-07-29T15:46:00Z</cp:lastPrinted>
  <dcterms:created xsi:type="dcterms:W3CDTF">2022-04-24T12:59:00Z</dcterms:created>
  <dcterms:modified xsi:type="dcterms:W3CDTF">2022-04-24T12:59:00Z</dcterms:modified>
  <cp:category>scuola</cp:category>
</cp:coreProperties>
</file>